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43" w:type="dxa"/>
          <w:left w:w="115" w:type="dxa"/>
          <w:right w:w="115" w:type="dxa"/>
        </w:tblCellMar>
        <w:tblLook w:val="04A0"/>
      </w:tblPr>
      <w:tblGrid>
        <w:gridCol w:w="1418"/>
        <w:gridCol w:w="4277"/>
        <w:gridCol w:w="2070"/>
        <w:gridCol w:w="86"/>
        <w:gridCol w:w="250"/>
        <w:gridCol w:w="780"/>
        <w:gridCol w:w="265"/>
        <w:gridCol w:w="254"/>
        <w:gridCol w:w="1335"/>
        <w:gridCol w:w="295"/>
      </w:tblGrid>
      <w:tr w:rsidR="000B3188" w:rsidTr="00D37F82">
        <w:trPr>
          <w:jc w:val="center"/>
        </w:trPr>
        <w:tc>
          <w:tcPr>
            <w:tcW w:w="11030" w:type="dxa"/>
            <w:gridSpan w:val="10"/>
            <w:vAlign w:val="bottom"/>
          </w:tcPr>
          <w:p w:rsidR="000B3188" w:rsidRPr="00AA2292" w:rsidRDefault="00597D45" w:rsidP="00A052A1">
            <w:pPr>
              <w:pStyle w:val="ContactInfo"/>
              <w:jc w:val="left"/>
              <w:rPr>
                <w:b w:val="0"/>
              </w:rPr>
            </w:pPr>
            <w:r>
              <w:rPr>
                <w:b w:val="0"/>
                <w:smallCaps/>
                <w:sz w:val="24"/>
                <w:szCs w:val="24"/>
              </w:rPr>
              <w:t xml:space="preserve"> </w:t>
            </w:r>
            <w:r w:rsidR="000C0F79" w:rsidRPr="00AA2292">
              <w:rPr>
                <w:b w:val="0"/>
                <w:smallCaps/>
                <w:sz w:val="24"/>
                <w:szCs w:val="24"/>
              </w:rPr>
              <w:t>Objective</w:t>
            </w:r>
            <w:r w:rsidR="000C0F79" w:rsidRPr="00AA2292">
              <w:rPr>
                <w:b w:val="0"/>
              </w:rPr>
              <w:tab/>
            </w:r>
            <w:r>
              <w:rPr>
                <w:b w:val="0"/>
              </w:rPr>
              <w:t xml:space="preserve">       </w:t>
            </w:r>
            <w:r w:rsidR="00322D59">
              <w:rPr>
                <w:b w:val="0"/>
              </w:rPr>
              <w:t xml:space="preserve">    </w:t>
            </w:r>
            <w:r>
              <w:rPr>
                <w:b w:val="0"/>
              </w:rPr>
              <w:t xml:space="preserve"> </w:t>
            </w:r>
            <w:r w:rsidR="000C0F79" w:rsidRPr="00AA2292">
              <w:rPr>
                <w:b w:val="0"/>
              </w:rPr>
              <w:t>:       Be a Web Designer</w:t>
            </w:r>
          </w:p>
        </w:tc>
      </w:tr>
      <w:tr w:rsidR="00686891" w:rsidTr="00F005C1">
        <w:trPr>
          <w:jc w:val="center"/>
        </w:trPr>
        <w:tc>
          <w:tcPr>
            <w:tcW w:w="1418" w:type="dxa"/>
            <w:vAlign w:val="bottom"/>
          </w:tcPr>
          <w:p w:rsidR="006E713E" w:rsidRDefault="006E713E">
            <w:pPr>
              <w:pStyle w:val="ContactInfo"/>
              <w:jc w:val="left"/>
              <w:rPr>
                <w:b w:val="0"/>
              </w:rPr>
            </w:pPr>
          </w:p>
          <w:p w:rsidR="000B3188" w:rsidRPr="006E713E" w:rsidRDefault="006E713E">
            <w:pPr>
              <w:pStyle w:val="ContactInfo"/>
              <w:jc w:val="left"/>
              <w:rPr>
                <w:b w:val="0"/>
              </w:rPr>
            </w:pPr>
            <w:r>
              <w:rPr>
                <w:b w:val="0"/>
              </w:rPr>
              <w:t xml:space="preserve">Education    </w:t>
            </w:r>
          </w:p>
        </w:tc>
        <w:tc>
          <w:tcPr>
            <w:tcW w:w="7982" w:type="dxa"/>
            <w:gridSpan w:val="7"/>
            <w:vAlign w:val="bottom"/>
          </w:tcPr>
          <w:p w:rsidR="006769FF" w:rsidRPr="006769FF" w:rsidRDefault="006E713E" w:rsidP="002D6F99">
            <w:pPr>
              <w:rPr>
                <w:color w:val="403152" w:themeColor="accent4" w:themeShade="80"/>
              </w:rPr>
            </w:pPr>
            <w:r>
              <w:t xml:space="preserve">  </w:t>
            </w:r>
            <w:r w:rsidR="00597D45">
              <w:t xml:space="preserve">       </w:t>
            </w:r>
            <w:r w:rsidR="00322D59">
              <w:t xml:space="preserve">  </w:t>
            </w:r>
            <w:r>
              <w:t xml:space="preserve"> :       </w:t>
            </w:r>
            <w:r w:rsidRPr="006E713E">
              <w:rPr>
                <w:rStyle w:val="ContactInfoChar"/>
                <w:b w:val="0"/>
              </w:rPr>
              <w:t xml:space="preserve">Bsc Maths </w:t>
            </w:r>
          </w:p>
        </w:tc>
        <w:tc>
          <w:tcPr>
            <w:tcW w:w="1630" w:type="dxa"/>
            <w:gridSpan w:val="2"/>
            <w:vAlign w:val="bottom"/>
          </w:tcPr>
          <w:p w:rsidR="000B3188" w:rsidRDefault="000B3188"/>
        </w:tc>
      </w:tr>
      <w:tr w:rsidR="00686891" w:rsidTr="00F005C1">
        <w:trPr>
          <w:jc w:val="center"/>
        </w:trPr>
        <w:tc>
          <w:tcPr>
            <w:tcW w:w="141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7982" w:type="dxa"/>
            <w:gridSpan w:val="7"/>
            <w:vAlign w:val="bottom"/>
          </w:tcPr>
          <w:p w:rsidR="000B3188" w:rsidRDefault="000B3188">
            <w:pPr>
              <w:pStyle w:val="Sectionbodytextbold"/>
            </w:pPr>
          </w:p>
        </w:tc>
        <w:tc>
          <w:tcPr>
            <w:tcW w:w="1630" w:type="dxa"/>
            <w:gridSpan w:val="2"/>
            <w:vAlign w:val="bottom"/>
          </w:tcPr>
          <w:p w:rsidR="000B3188" w:rsidRDefault="000B3188">
            <w:pPr>
              <w:pStyle w:val="Sectionbodytextbold"/>
            </w:pPr>
          </w:p>
        </w:tc>
      </w:tr>
      <w:tr w:rsidR="00686891" w:rsidTr="00F005C1">
        <w:trPr>
          <w:jc w:val="center"/>
        </w:trPr>
        <w:tc>
          <w:tcPr>
            <w:tcW w:w="1418" w:type="dxa"/>
            <w:vAlign w:val="bottom"/>
          </w:tcPr>
          <w:p w:rsidR="000B3188" w:rsidRPr="006769FF" w:rsidRDefault="006769FF">
            <w:pPr>
              <w:pStyle w:val="ContactInfo"/>
              <w:jc w:val="left"/>
              <w:rPr>
                <w:b w:val="0"/>
              </w:rPr>
            </w:pPr>
            <w:r>
              <w:rPr>
                <w:b w:val="0"/>
              </w:rPr>
              <w:t xml:space="preserve">Languages    </w:t>
            </w:r>
          </w:p>
        </w:tc>
        <w:tc>
          <w:tcPr>
            <w:tcW w:w="7982" w:type="dxa"/>
            <w:gridSpan w:val="7"/>
            <w:vAlign w:val="bottom"/>
          </w:tcPr>
          <w:p w:rsidR="000B3188" w:rsidRDefault="00597D45">
            <w:pPr>
              <w:pStyle w:val="Sectionbodytext"/>
            </w:pPr>
            <w:r>
              <w:t xml:space="preserve">         </w:t>
            </w:r>
            <w:r w:rsidR="00322D59">
              <w:t xml:space="preserve"> </w:t>
            </w:r>
            <w:r w:rsidR="006769FF">
              <w:t xml:space="preserve">   :        </w:t>
            </w:r>
            <w:r w:rsidR="006769FF" w:rsidRPr="006769FF">
              <w:rPr>
                <w:rStyle w:val="ContactInfoChar"/>
                <w:b w:val="0"/>
              </w:rPr>
              <w:t>Engilsh , Malayalam</w:t>
            </w:r>
          </w:p>
        </w:tc>
        <w:tc>
          <w:tcPr>
            <w:tcW w:w="1630" w:type="dxa"/>
            <w:gridSpan w:val="2"/>
            <w:vAlign w:val="bottom"/>
          </w:tcPr>
          <w:p w:rsidR="000B3188" w:rsidRDefault="000B3188">
            <w:pPr>
              <w:pStyle w:val="Sectionbodytext"/>
            </w:pPr>
          </w:p>
        </w:tc>
      </w:tr>
      <w:tr w:rsidR="00686891" w:rsidTr="00F005C1">
        <w:trPr>
          <w:jc w:val="center"/>
        </w:trPr>
        <w:tc>
          <w:tcPr>
            <w:tcW w:w="141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7982" w:type="dxa"/>
            <w:gridSpan w:val="7"/>
            <w:vAlign w:val="bottom"/>
          </w:tcPr>
          <w:p w:rsidR="000B3188" w:rsidRDefault="000B3188">
            <w:pPr>
              <w:pStyle w:val="Sectionbodytext"/>
            </w:pPr>
          </w:p>
        </w:tc>
        <w:tc>
          <w:tcPr>
            <w:tcW w:w="1630" w:type="dxa"/>
            <w:gridSpan w:val="2"/>
            <w:vAlign w:val="bottom"/>
          </w:tcPr>
          <w:p w:rsidR="000B3188" w:rsidRDefault="000B3188">
            <w:pPr>
              <w:pStyle w:val="Sectionbodytext"/>
            </w:pPr>
          </w:p>
        </w:tc>
      </w:tr>
      <w:tr w:rsidR="00686891" w:rsidTr="00F005C1">
        <w:trPr>
          <w:jc w:val="center"/>
        </w:trPr>
        <w:tc>
          <w:tcPr>
            <w:tcW w:w="9400" w:type="dxa"/>
            <w:gridSpan w:val="8"/>
            <w:vAlign w:val="bottom"/>
          </w:tcPr>
          <w:p w:rsidR="000B3188" w:rsidRPr="00597D45" w:rsidRDefault="00597D45" w:rsidP="00597D45">
            <w:pPr>
              <w:pStyle w:val="ContactInfo"/>
              <w:jc w:val="left"/>
              <w:rPr>
                <w:b w:val="0"/>
              </w:rPr>
            </w:pPr>
            <w:r w:rsidRPr="00597D45">
              <w:rPr>
                <w:b w:val="0"/>
              </w:rPr>
              <w:t xml:space="preserve">Added Education   </w:t>
            </w:r>
            <w:r w:rsidR="00322D59">
              <w:rPr>
                <w:b w:val="0"/>
              </w:rPr>
              <w:t xml:space="preserve">    </w:t>
            </w:r>
            <w:r>
              <w:rPr>
                <w:b w:val="0"/>
              </w:rPr>
              <w:t xml:space="preserve"> </w:t>
            </w:r>
            <w:r w:rsidRPr="00597D45">
              <w:rPr>
                <w:b w:val="0"/>
              </w:rPr>
              <w:t xml:space="preserve"> :       Advanced Diploma in Web Engg.</w:t>
            </w:r>
          </w:p>
        </w:tc>
        <w:tc>
          <w:tcPr>
            <w:tcW w:w="1630" w:type="dxa"/>
            <w:gridSpan w:val="2"/>
            <w:vAlign w:val="bottom"/>
          </w:tcPr>
          <w:p w:rsidR="000B3188" w:rsidRDefault="000B3188">
            <w:pPr>
              <w:pStyle w:val="Sectionbodytext"/>
            </w:pPr>
          </w:p>
        </w:tc>
      </w:tr>
      <w:tr w:rsidR="00686891" w:rsidTr="00F005C1">
        <w:trPr>
          <w:trHeight w:val="47"/>
          <w:jc w:val="center"/>
        </w:trPr>
        <w:tc>
          <w:tcPr>
            <w:tcW w:w="141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7982" w:type="dxa"/>
            <w:gridSpan w:val="7"/>
            <w:vAlign w:val="bottom"/>
          </w:tcPr>
          <w:p w:rsidR="000B3188" w:rsidRDefault="000B3188">
            <w:pPr>
              <w:pStyle w:val="Sectionbodytext"/>
            </w:pPr>
          </w:p>
        </w:tc>
        <w:tc>
          <w:tcPr>
            <w:tcW w:w="1630" w:type="dxa"/>
            <w:gridSpan w:val="2"/>
            <w:vAlign w:val="bottom"/>
          </w:tcPr>
          <w:p w:rsidR="000B3188" w:rsidRDefault="000B3188">
            <w:pPr>
              <w:pStyle w:val="Sectionbodytext"/>
            </w:pPr>
          </w:p>
        </w:tc>
      </w:tr>
      <w:tr w:rsidR="00686891" w:rsidTr="00F005C1">
        <w:trPr>
          <w:trHeight w:val="290"/>
          <w:jc w:val="center"/>
        </w:trPr>
        <w:tc>
          <w:tcPr>
            <w:tcW w:w="9146" w:type="dxa"/>
            <w:gridSpan w:val="7"/>
            <w:vAlign w:val="bottom"/>
          </w:tcPr>
          <w:p w:rsidR="000B3188" w:rsidRPr="00D37F82" w:rsidRDefault="00D37F82">
            <w:pPr>
              <w:pStyle w:val="ContactInfo"/>
              <w:jc w:val="left"/>
              <w:rPr>
                <w:b w:val="0"/>
              </w:rPr>
            </w:pPr>
            <w:r w:rsidRPr="00D37F82">
              <w:rPr>
                <w:b w:val="0"/>
              </w:rPr>
              <w:t>Caree</w:t>
            </w:r>
            <w:r>
              <w:rPr>
                <w:b w:val="0"/>
              </w:rPr>
              <w:t xml:space="preserve">r </w:t>
            </w:r>
            <w:r w:rsidRPr="00D37F82">
              <w:rPr>
                <w:b w:val="0"/>
              </w:rPr>
              <w:t>Objective</w:t>
            </w:r>
            <w:r>
              <w:rPr>
                <w:b w:val="0"/>
              </w:rPr>
              <w:t xml:space="preserve">   </w:t>
            </w:r>
            <w:r w:rsidR="00322D59">
              <w:rPr>
                <w:b w:val="0"/>
              </w:rPr>
              <w:t xml:space="preserve">   </w:t>
            </w:r>
            <w:r>
              <w:rPr>
                <w:b w:val="0"/>
              </w:rPr>
              <w:t xml:space="preserve">  :</w:t>
            </w:r>
            <w:r w:rsidR="005F450F">
              <w:rPr>
                <w:b w:val="0"/>
              </w:rPr>
              <w:t xml:space="preserve">      </w:t>
            </w:r>
            <w:r w:rsidR="00C23C23" w:rsidRPr="00C23C23">
              <w:rPr>
                <w:b w:val="0"/>
              </w:rPr>
              <w:t>I would like to use my technical skills with extreme dedication</w:t>
            </w:r>
          </w:p>
        </w:tc>
        <w:tc>
          <w:tcPr>
            <w:tcW w:w="254" w:type="dxa"/>
            <w:vAlign w:val="bottom"/>
          </w:tcPr>
          <w:p w:rsidR="000B3188" w:rsidRDefault="000B3188">
            <w:pPr>
              <w:pStyle w:val="Sectionbodytextbold"/>
            </w:pPr>
          </w:p>
        </w:tc>
        <w:tc>
          <w:tcPr>
            <w:tcW w:w="1630" w:type="dxa"/>
            <w:gridSpan w:val="2"/>
            <w:vAlign w:val="bottom"/>
          </w:tcPr>
          <w:p w:rsidR="000B3188" w:rsidRDefault="000B3188">
            <w:pPr>
              <w:pStyle w:val="Sectionbodytextbold"/>
            </w:pPr>
          </w:p>
        </w:tc>
      </w:tr>
      <w:tr w:rsidR="00686891" w:rsidTr="00F005C1">
        <w:trPr>
          <w:trHeight w:val="218"/>
          <w:jc w:val="center"/>
        </w:trPr>
        <w:tc>
          <w:tcPr>
            <w:tcW w:w="8881" w:type="dxa"/>
            <w:gridSpan w:val="6"/>
            <w:vAlign w:val="bottom"/>
          </w:tcPr>
          <w:p w:rsidR="000B3188" w:rsidRPr="00C23C23" w:rsidRDefault="00C23C23">
            <w:pPr>
              <w:pStyle w:val="ContactInfo"/>
              <w:jc w:val="left"/>
              <w:rPr>
                <w:b w:val="0"/>
              </w:rPr>
            </w:pPr>
            <w:r>
              <w:t xml:space="preserve">                                     </w:t>
            </w:r>
            <w:r w:rsidRPr="00C23C23">
              <w:rPr>
                <w:b w:val="0"/>
              </w:rPr>
              <w:t>for a relevant job in Web Designing in this reputed firm</w:t>
            </w:r>
            <w:r>
              <w:rPr>
                <w:b w:val="0"/>
              </w:rPr>
              <w:t xml:space="preserve"> </w:t>
            </w:r>
            <w:r w:rsidR="00DD7FE6" w:rsidRPr="00DD7FE6">
              <w:rPr>
                <w:b w:val="0"/>
              </w:rPr>
              <w:t>and</w:t>
            </w:r>
            <w:r w:rsidR="00DD7FE6">
              <w:rPr>
                <w:b w:val="0"/>
              </w:rPr>
              <w:t xml:space="preserve"> </w:t>
            </w:r>
          </w:p>
        </w:tc>
        <w:tc>
          <w:tcPr>
            <w:tcW w:w="519" w:type="dxa"/>
            <w:gridSpan w:val="2"/>
            <w:vAlign w:val="bottom"/>
          </w:tcPr>
          <w:p w:rsidR="000B3188" w:rsidRDefault="000B3188">
            <w:pPr>
              <w:pStyle w:val="Sectionbodytext"/>
            </w:pPr>
          </w:p>
        </w:tc>
        <w:tc>
          <w:tcPr>
            <w:tcW w:w="1630" w:type="dxa"/>
            <w:gridSpan w:val="2"/>
            <w:vAlign w:val="bottom"/>
          </w:tcPr>
          <w:p w:rsidR="000B3188" w:rsidRDefault="000B3188">
            <w:pPr>
              <w:pStyle w:val="Sectionbodytext"/>
            </w:pPr>
          </w:p>
        </w:tc>
      </w:tr>
      <w:tr w:rsidR="00686891" w:rsidTr="00F005C1">
        <w:trPr>
          <w:jc w:val="center"/>
        </w:trPr>
        <w:tc>
          <w:tcPr>
            <w:tcW w:w="9400" w:type="dxa"/>
            <w:gridSpan w:val="8"/>
            <w:vAlign w:val="bottom"/>
          </w:tcPr>
          <w:p w:rsidR="000B3188" w:rsidRPr="00DD7FE6" w:rsidRDefault="00DD7FE6">
            <w:pPr>
              <w:pStyle w:val="ContactInfo"/>
              <w:jc w:val="left"/>
              <w:rPr>
                <w:b w:val="0"/>
              </w:rPr>
            </w:pPr>
            <w:r>
              <w:t xml:space="preserve">                                     </w:t>
            </w:r>
            <w:r w:rsidRPr="00DD7FE6">
              <w:rPr>
                <w:b w:val="0"/>
              </w:rPr>
              <w:t>will also contribute my sincere efforts to add to it’s</w:t>
            </w:r>
            <w:r>
              <w:rPr>
                <w:b w:val="0"/>
              </w:rPr>
              <w:t xml:space="preserve"> </w:t>
            </w:r>
            <w:r w:rsidRPr="00DD7FE6">
              <w:rPr>
                <w:b w:val="0"/>
              </w:rPr>
              <w:t>productivity.</w:t>
            </w:r>
          </w:p>
        </w:tc>
        <w:tc>
          <w:tcPr>
            <w:tcW w:w="1630" w:type="dxa"/>
            <w:gridSpan w:val="2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686891" w:rsidTr="00F005C1">
        <w:trPr>
          <w:jc w:val="center"/>
        </w:trPr>
        <w:tc>
          <w:tcPr>
            <w:tcW w:w="141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7982" w:type="dxa"/>
            <w:gridSpan w:val="7"/>
            <w:vAlign w:val="bottom"/>
          </w:tcPr>
          <w:p w:rsidR="000B3188" w:rsidRDefault="000B3188"/>
        </w:tc>
        <w:tc>
          <w:tcPr>
            <w:tcW w:w="1630" w:type="dxa"/>
            <w:gridSpan w:val="2"/>
            <w:vAlign w:val="bottom"/>
          </w:tcPr>
          <w:p w:rsidR="000B3188" w:rsidRDefault="000B3188"/>
        </w:tc>
      </w:tr>
      <w:tr w:rsidR="00686891" w:rsidTr="00F005C1">
        <w:trPr>
          <w:jc w:val="center"/>
        </w:trPr>
        <w:tc>
          <w:tcPr>
            <w:tcW w:w="9146" w:type="dxa"/>
            <w:gridSpan w:val="7"/>
            <w:vAlign w:val="bottom"/>
          </w:tcPr>
          <w:p w:rsidR="000B3188" w:rsidRPr="00007693" w:rsidRDefault="00007693" w:rsidP="00387668">
            <w:pPr>
              <w:pStyle w:val="ContactInfo"/>
              <w:jc w:val="left"/>
              <w:rPr>
                <w:b w:val="0"/>
              </w:rPr>
            </w:pPr>
            <w:r w:rsidRPr="00007693">
              <w:rPr>
                <w:b w:val="0"/>
              </w:rPr>
              <w:t>Software skills</w:t>
            </w:r>
            <w:r>
              <w:rPr>
                <w:b w:val="0"/>
              </w:rPr>
              <w:t xml:space="preserve">      </w:t>
            </w:r>
            <w:r w:rsidR="00322D59">
              <w:rPr>
                <w:b w:val="0"/>
              </w:rPr>
              <w:t xml:space="preserve">   </w:t>
            </w:r>
            <w:r>
              <w:rPr>
                <w:b w:val="0"/>
              </w:rPr>
              <w:t xml:space="preserve">   :   </w:t>
            </w:r>
            <w:r w:rsidR="00387668" w:rsidRPr="007035BA">
              <w:rPr>
                <w:b w:val="0"/>
                <w:color w:val="E36C0A" w:themeColor="accent6" w:themeShade="BF"/>
              </w:rPr>
              <w:t>Design Side</w:t>
            </w:r>
            <w:r w:rsidR="00387668">
              <w:rPr>
                <w:b w:val="0"/>
              </w:rPr>
              <w:t xml:space="preserve"> -   </w:t>
            </w:r>
            <w:r w:rsidR="00387668" w:rsidRPr="00387668">
              <w:rPr>
                <w:b w:val="0"/>
              </w:rPr>
              <w:t xml:space="preserve">Photoshop, Corel Draw, Flash, Illustrator, </w:t>
            </w:r>
          </w:p>
        </w:tc>
        <w:tc>
          <w:tcPr>
            <w:tcW w:w="254" w:type="dxa"/>
            <w:vAlign w:val="bottom"/>
          </w:tcPr>
          <w:p w:rsidR="000B3188" w:rsidRDefault="000B3188">
            <w:pPr>
              <w:pStyle w:val="Sectionbodytextbold"/>
            </w:pPr>
          </w:p>
        </w:tc>
        <w:tc>
          <w:tcPr>
            <w:tcW w:w="1630" w:type="dxa"/>
            <w:gridSpan w:val="2"/>
            <w:vAlign w:val="bottom"/>
          </w:tcPr>
          <w:p w:rsidR="000B3188" w:rsidRDefault="000B3188">
            <w:pPr>
              <w:pStyle w:val="ContactInfo"/>
              <w:jc w:val="left"/>
              <w:rPr>
                <w:b w:val="0"/>
              </w:rPr>
            </w:pPr>
          </w:p>
        </w:tc>
      </w:tr>
      <w:tr w:rsidR="00686891" w:rsidTr="00F005C1">
        <w:trPr>
          <w:jc w:val="center"/>
        </w:trPr>
        <w:tc>
          <w:tcPr>
            <w:tcW w:w="1418" w:type="dxa"/>
            <w:vAlign w:val="bottom"/>
          </w:tcPr>
          <w:p w:rsidR="000B3188" w:rsidRDefault="00387668">
            <w:pPr>
              <w:pStyle w:val="ContactInfo"/>
              <w:jc w:val="left"/>
            </w:pPr>
            <w:r>
              <w:t xml:space="preserve">                             </w:t>
            </w:r>
          </w:p>
        </w:tc>
        <w:tc>
          <w:tcPr>
            <w:tcW w:w="7982" w:type="dxa"/>
            <w:gridSpan w:val="7"/>
            <w:vAlign w:val="bottom"/>
          </w:tcPr>
          <w:p w:rsidR="000B3188" w:rsidRPr="00387668" w:rsidRDefault="00387668" w:rsidP="00387668">
            <w:pPr>
              <w:pStyle w:val="ContactInfo"/>
              <w:jc w:val="left"/>
              <w:rPr>
                <w:b w:val="0"/>
              </w:rPr>
            </w:pPr>
            <w:r>
              <w:t xml:space="preserve">               </w:t>
            </w:r>
            <w:r w:rsidRPr="00387668">
              <w:rPr>
                <w:b w:val="0"/>
              </w:rPr>
              <w:t xml:space="preserve"> Dreamweaver</w:t>
            </w:r>
            <w:r>
              <w:rPr>
                <w:b w:val="0"/>
              </w:rPr>
              <w:t>.</w:t>
            </w:r>
          </w:p>
        </w:tc>
        <w:tc>
          <w:tcPr>
            <w:tcW w:w="1630" w:type="dxa"/>
            <w:gridSpan w:val="2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686891" w:rsidTr="00F005C1">
        <w:trPr>
          <w:jc w:val="center"/>
        </w:trPr>
        <w:tc>
          <w:tcPr>
            <w:tcW w:w="1418" w:type="dxa"/>
            <w:vAlign w:val="bottom"/>
          </w:tcPr>
          <w:p w:rsidR="000B3188" w:rsidRDefault="007035BA">
            <w:pPr>
              <w:pStyle w:val="ContactInfo"/>
              <w:jc w:val="left"/>
            </w:pPr>
            <w:r>
              <w:t xml:space="preserve"> </w:t>
            </w:r>
          </w:p>
        </w:tc>
        <w:tc>
          <w:tcPr>
            <w:tcW w:w="7982" w:type="dxa"/>
            <w:gridSpan w:val="7"/>
            <w:vAlign w:val="bottom"/>
          </w:tcPr>
          <w:p w:rsidR="000B3188" w:rsidRPr="00863D82" w:rsidRDefault="00387668" w:rsidP="00863D82">
            <w:pPr>
              <w:pStyle w:val="ContactInfo"/>
              <w:jc w:val="left"/>
              <w:rPr>
                <w:b w:val="0"/>
              </w:rPr>
            </w:pPr>
            <w:r>
              <w:t xml:space="preserve"> </w:t>
            </w:r>
            <w:r w:rsidR="007035BA">
              <w:t xml:space="preserve"> </w:t>
            </w:r>
            <w:r w:rsidR="00863D82">
              <w:t xml:space="preserve">              </w:t>
            </w:r>
            <w:r w:rsidR="00863D82" w:rsidRPr="00101A13">
              <w:rPr>
                <w:b w:val="0"/>
                <w:color w:val="E36C0A" w:themeColor="accent6" w:themeShade="BF"/>
              </w:rPr>
              <w:t>Programme side –</w:t>
            </w:r>
            <w:r w:rsidR="00863D82" w:rsidRPr="00863D82">
              <w:rPr>
                <w:b w:val="0"/>
              </w:rPr>
              <w:t xml:space="preserve"> </w:t>
            </w:r>
            <w:r w:rsidR="00863D82">
              <w:rPr>
                <w:b w:val="0"/>
              </w:rPr>
              <w:t>HTML , DHTML , CSS</w:t>
            </w:r>
            <w:r w:rsidR="0035284F">
              <w:rPr>
                <w:b w:val="0"/>
              </w:rPr>
              <w:t xml:space="preserve"> , Java</w:t>
            </w:r>
            <w:r w:rsidR="00925FF6">
              <w:rPr>
                <w:b w:val="0"/>
              </w:rPr>
              <w:t>, PHP</w:t>
            </w:r>
          </w:p>
        </w:tc>
        <w:tc>
          <w:tcPr>
            <w:tcW w:w="1630" w:type="dxa"/>
            <w:gridSpan w:val="2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686891" w:rsidTr="00267DD8">
        <w:trPr>
          <w:trHeight w:val="155"/>
          <w:jc w:val="center"/>
        </w:trPr>
        <w:tc>
          <w:tcPr>
            <w:tcW w:w="1418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  <w:tc>
          <w:tcPr>
            <w:tcW w:w="7982" w:type="dxa"/>
            <w:gridSpan w:val="7"/>
            <w:vAlign w:val="bottom"/>
          </w:tcPr>
          <w:p w:rsidR="000B3188" w:rsidRDefault="000B3188">
            <w:pPr>
              <w:pStyle w:val="Sectionbodytext"/>
            </w:pPr>
          </w:p>
        </w:tc>
        <w:tc>
          <w:tcPr>
            <w:tcW w:w="1630" w:type="dxa"/>
            <w:gridSpan w:val="2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267DD8">
        <w:trPr>
          <w:trHeight w:val="31"/>
          <w:jc w:val="center"/>
        </w:trPr>
        <w:tc>
          <w:tcPr>
            <w:tcW w:w="10735" w:type="dxa"/>
            <w:gridSpan w:val="9"/>
            <w:vAlign w:val="bottom"/>
          </w:tcPr>
          <w:p w:rsidR="00C30C1C" w:rsidRPr="00F005C1" w:rsidRDefault="00F005C1" w:rsidP="00C30C1C">
            <w:pPr>
              <w:pStyle w:val="ContactInfo"/>
              <w:jc w:val="left"/>
              <w:rPr>
                <w:b w:val="0"/>
              </w:rPr>
            </w:pPr>
            <w:r w:rsidRPr="00F005C1">
              <w:rPr>
                <w:b w:val="0"/>
              </w:rPr>
              <w:t>Professional Experience</w:t>
            </w:r>
            <w:r w:rsidR="00322D59">
              <w:rPr>
                <w:b w:val="0"/>
              </w:rPr>
              <w:t>:</w:t>
            </w:r>
            <w:r w:rsidR="007844CF">
              <w:rPr>
                <w:b w:val="0"/>
              </w:rPr>
              <w:t xml:space="preserve">  </w:t>
            </w:r>
            <w:r w:rsidR="00925FF6">
              <w:rPr>
                <w:b w:val="0"/>
              </w:rPr>
              <w:t>2 year 6 Months</w:t>
            </w:r>
          </w:p>
          <w:p w:rsidR="0035284F" w:rsidRPr="00F005C1" w:rsidRDefault="0035284F" w:rsidP="004F2B07">
            <w:pPr>
              <w:pStyle w:val="ContactInfo"/>
              <w:jc w:val="left"/>
              <w:rPr>
                <w:b w:val="0"/>
              </w:rPr>
            </w:pPr>
          </w:p>
        </w:tc>
        <w:tc>
          <w:tcPr>
            <w:tcW w:w="295" w:type="dxa"/>
            <w:vAlign w:val="bottom"/>
          </w:tcPr>
          <w:p w:rsidR="000B3188" w:rsidRDefault="000B3188">
            <w:pPr>
              <w:pStyle w:val="ContactInfo"/>
              <w:jc w:val="left"/>
            </w:pPr>
          </w:p>
        </w:tc>
      </w:tr>
      <w:tr w:rsidR="000B3188" w:rsidTr="00AA6A86">
        <w:trPr>
          <w:trHeight w:val="218"/>
          <w:jc w:val="center"/>
        </w:trPr>
        <w:tc>
          <w:tcPr>
            <w:tcW w:w="11030" w:type="dxa"/>
            <w:gridSpan w:val="10"/>
            <w:vAlign w:val="bottom"/>
          </w:tcPr>
          <w:p w:rsidR="000B3188" w:rsidRDefault="00B57929" w:rsidP="00B57929">
            <w:pPr>
              <w:pStyle w:val="ContactInfo"/>
              <w:jc w:val="left"/>
              <w:rPr>
                <w:b w:val="0"/>
              </w:rPr>
            </w:pPr>
            <w:r w:rsidRPr="00B57929">
              <w:rPr>
                <w:b w:val="0"/>
              </w:rPr>
              <w:t>personal Qualities</w:t>
            </w:r>
            <w:r>
              <w:rPr>
                <w:b w:val="0"/>
              </w:rPr>
              <w:t xml:space="preserve">            : </w:t>
            </w:r>
            <w:r w:rsidRPr="00B57929">
              <w:rPr>
                <w:b w:val="0"/>
              </w:rPr>
              <w:t>I am sincere, responsible and usually</w:t>
            </w:r>
            <w:r>
              <w:rPr>
                <w:b w:val="0"/>
              </w:rPr>
              <w:t xml:space="preserve"> </w:t>
            </w:r>
            <w:r w:rsidRPr="00B57929">
              <w:rPr>
                <w:b w:val="0"/>
              </w:rPr>
              <w:t>never give up easily, however hard</w:t>
            </w:r>
          </w:p>
          <w:p w:rsidR="00B57929" w:rsidRPr="00B57929" w:rsidRDefault="00B57929" w:rsidP="00B57929">
            <w:pPr>
              <w:pStyle w:val="ContactInfo"/>
              <w:jc w:val="left"/>
              <w:rPr>
                <w:b w:val="0"/>
              </w:rPr>
            </w:pPr>
            <w:r>
              <w:rPr>
                <w:b w:val="0"/>
              </w:rPr>
              <w:t xml:space="preserve">                                         </w:t>
            </w:r>
            <w:r w:rsidRPr="00B57929">
              <w:rPr>
                <w:b w:val="0"/>
              </w:rPr>
              <w:t>be the circumstances. I like to work</w:t>
            </w:r>
            <w:r>
              <w:rPr>
                <w:b w:val="0"/>
              </w:rPr>
              <w:t xml:space="preserve"> </w:t>
            </w:r>
            <w:r w:rsidRPr="00B57929">
              <w:rPr>
                <w:b w:val="0"/>
              </w:rPr>
              <w:t>with dynamic persons.</w:t>
            </w:r>
            <w:r w:rsidR="00686891">
              <w:rPr>
                <w:b w:val="0"/>
              </w:rPr>
              <w:t xml:space="preserve"> </w:t>
            </w:r>
          </w:p>
        </w:tc>
      </w:tr>
      <w:tr w:rsidR="00AA6A86" w:rsidTr="00AA6A86">
        <w:trPr>
          <w:trHeight w:val="31"/>
          <w:jc w:val="center"/>
        </w:trPr>
        <w:tc>
          <w:tcPr>
            <w:tcW w:w="7851" w:type="dxa"/>
            <w:gridSpan w:val="4"/>
            <w:vAlign w:val="bottom"/>
          </w:tcPr>
          <w:p w:rsidR="00AA6A86" w:rsidRPr="00686891" w:rsidRDefault="00AA6A86" w:rsidP="00B12101">
            <w:pPr>
              <w:pStyle w:val="ContactInfo"/>
              <w:jc w:val="left"/>
              <w:rPr>
                <w:b w:val="0"/>
                <w:color w:val="C00000"/>
              </w:rPr>
            </w:pPr>
            <w:r w:rsidRPr="00686891">
              <w:rPr>
                <w:b w:val="0"/>
                <w:color w:val="C00000"/>
              </w:rPr>
              <w:t>Personal Vitae :</w:t>
            </w:r>
            <w:r>
              <w:rPr>
                <w:b w:val="0"/>
                <w:color w:val="C00000"/>
              </w:rPr>
              <w:t xml:space="preserve"> </w:t>
            </w:r>
            <w:r w:rsidRPr="00686891">
              <w:rPr>
                <w:b w:val="0"/>
                <w:color w:val="C00000"/>
              </w:rPr>
              <w:t xml:space="preserve">                                                                             </w:t>
            </w:r>
          </w:p>
        </w:tc>
        <w:tc>
          <w:tcPr>
            <w:tcW w:w="250" w:type="dxa"/>
            <w:vAlign w:val="bottom"/>
          </w:tcPr>
          <w:p w:rsidR="00AA6A86" w:rsidRDefault="00AA6A86">
            <w:pPr>
              <w:pStyle w:val="ContactInfo"/>
              <w:jc w:val="left"/>
              <w:rPr>
                <w:b w:val="0"/>
              </w:rPr>
            </w:pPr>
          </w:p>
        </w:tc>
        <w:tc>
          <w:tcPr>
            <w:tcW w:w="2929" w:type="dxa"/>
            <w:gridSpan w:val="5"/>
            <w:vAlign w:val="bottom"/>
          </w:tcPr>
          <w:p w:rsidR="00AA6A86" w:rsidRDefault="00AA6A86">
            <w:pPr>
              <w:pStyle w:val="ContactInfo"/>
              <w:jc w:val="left"/>
            </w:pPr>
          </w:p>
        </w:tc>
      </w:tr>
      <w:tr w:rsidR="00AA6A86" w:rsidTr="00AA6A86">
        <w:trPr>
          <w:trHeight w:val="31"/>
          <w:jc w:val="center"/>
        </w:trPr>
        <w:tc>
          <w:tcPr>
            <w:tcW w:w="7851" w:type="dxa"/>
            <w:gridSpan w:val="4"/>
            <w:vAlign w:val="bottom"/>
          </w:tcPr>
          <w:p w:rsidR="00AA6A86" w:rsidRPr="00686891" w:rsidRDefault="00AA6A86" w:rsidP="0098650B">
            <w:pPr>
              <w:pStyle w:val="ContactInfo"/>
              <w:jc w:val="left"/>
              <w:rPr>
                <w:b w:val="0"/>
              </w:rPr>
            </w:pPr>
            <w:r w:rsidRPr="00686891">
              <w:rPr>
                <w:b w:val="0"/>
              </w:rPr>
              <w:t>Date of Birth</w:t>
            </w:r>
            <w:r>
              <w:rPr>
                <w:b w:val="0"/>
              </w:rPr>
              <w:t xml:space="preserve">                   :  12-12-1989</w:t>
            </w:r>
          </w:p>
        </w:tc>
        <w:tc>
          <w:tcPr>
            <w:tcW w:w="250" w:type="dxa"/>
            <w:vAlign w:val="bottom"/>
          </w:tcPr>
          <w:p w:rsidR="00AA6A86" w:rsidRDefault="00AA6A86">
            <w:pPr>
              <w:pStyle w:val="Sectionbodytextbold"/>
            </w:pPr>
            <w:r>
              <w:t xml:space="preserve">               </w:t>
            </w:r>
          </w:p>
        </w:tc>
        <w:tc>
          <w:tcPr>
            <w:tcW w:w="2929" w:type="dxa"/>
            <w:gridSpan w:val="5"/>
            <w:vAlign w:val="bottom"/>
          </w:tcPr>
          <w:p w:rsidR="00AA6A86" w:rsidRDefault="00AA6A86">
            <w:pPr>
              <w:pStyle w:val="ContactInfo"/>
              <w:jc w:val="left"/>
            </w:pPr>
          </w:p>
        </w:tc>
      </w:tr>
      <w:tr w:rsidR="00AA6A86" w:rsidTr="00AA6A86">
        <w:trPr>
          <w:trHeight w:val="31"/>
          <w:jc w:val="center"/>
        </w:trPr>
        <w:tc>
          <w:tcPr>
            <w:tcW w:w="7851" w:type="dxa"/>
            <w:gridSpan w:val="4"/>
            <w:vAlign w:val="bottom"/>
          </w:tcPr>
          <w:p w:rsidR="00AA6A86" w:rsidRPr="00686891" w:rsidRDefault="00AA6A86" w:rsidP="002C4B9B">
            <w:pPr>
              <w:pStyle w:val="ContactInfo"/>
              <w:jc w:val="left"/>
              <w:rPr>
                <w:b w:val="0"/>
              </w:rPr>
            </w:pPr>
            <w:r>
              <w:rPr>
                <w:b w:val="0"/>
              </w:rPr>
              <w:t xml:space="preserve">Nationality   </w:t>
            </w:r>
            <w:r w:rsidRPr="00686891">
              <w:rPr>
                <w:b w:val="0"/>
              </w:rPr>
              <w:t xml:space="preserve">                </w:t>
            </w:r>
            <w:r>
              <w:rPr>
                <w:b w:val="0"/>
              </w:rPr>
              <w:t xml:space="preserve"> </w:t>
            </w:r>
            <w:r w:rsidRPr="00686891">
              <w:rPr>
                <w:b w:val="0"/>
              </w:rPr>
              <w:t xml:space="preserve">  :  </w:t>
            </w:r>
            <w:r>
              <w:rPr>
                <w:b w:val="0"/>
              </w:rPr>
              <w:t>Indian</w:t>
            </w:r>
          </w:p>
        </w:tc>
        <w:tc>
          <w:tcPr>
            <w:tcW w:w="250" w:type="dxa"/>
            <w:vAlign w:val="bottom"/>
          </w:tcPr>
          <w:p w:rsidR="00AA6A86" w:rsidRDefault="00AA6A86">
            <w:pPr>
              <w:pStyle w:val="Sectionbodytextbold"/>
            </w:pPr>
          </w:p>
        </w:tc>
        <w:tc>
          <w:tcPr>
            <w:tcW w:w="2929" w:type="dxa"/>
            <w:gridSpan w:val="5"/>
            <w:vAlign w:val="bottom"/>
          </w:tcPr>
          <w:p w:rsidR="00AA6A86" w:rsidRDefault="00AA6A86">
            <w:pPr>
              <w:pStyle w:val="ContactInfo"/>
              <w:jc w:val="left"/>
            </w:pPr>
          </w:p>
        </w:tc>
      </w:tr>
      <w:tr w:rsidR="00AA6A86" w:rsidTr="008014C6">
        <w:trPr>
          <w:trHeight w:val="31"/>
          <w:jc w:val="center"/>
        </w:trPr>
        <w:tc>
          <w:tcPr>
            <w:tcW w:w="10735" w:type="dxa"/>
            <w:gridSpan w:val="9"/>
            <w:vAlign w:val="bottom"/>
          </w:tcPr>
          <w:p w:rsidR="00AA6A86" w:rsidRPr="00686891" w:rsidRDefault="00AA6A86" w:rsidP="00A35E33">
            <w:pPr>
              <w:pStyle w:val="ContactInfo"/>
              <w:jc w:val="left"/>
              <w:rPr>
                <w:b w:val="0"/>
              </w:rPr>
            </w:pPr>
            <w:r w:rsidRPr="00686891">
              <w:rPr>
                <w:b w:val="0"/>
              </w:rPr>
              <w:t xml:space="preserve">Martial </w:t>
            </w:r>
            <w:r>
              <w:rPr>
                <w:b w:val="0"/>
              </w:rPr>
              <w:t xml:space="preserve">Status                  :  Single          </w:t>
            </w:r>
          </w:p>
        </w:tc>
        <w:tc>
          <w:tcPr>
            <w:tcW w:w="295" w:type="dxa"/>
            <w:vAlign w:val="bottom"/>
          </w:tcPr>
          <w:p w:rsidR="00AA6A86" w:rsidRDefault="00AA6A86">
            <w:pPr>
              <w:pStyle w:val="ContactInfo"/>
              <w:jc w:val="left"/>
            </w:pPr>
            <w:r>
              <w:t xml:space="preserve">   </w:t>
            </w:r>
          </w:p>
        </w:tc>
      </w:tr>
      <w:tr w:rsidR="00AA6A86" w:rsidTr="00686891">
        <w:trPr>
          <w:trHeight w:val="299"/>
          <w:jc w:val="center"/>
        </w:trPr>
        <w:tc>
          <w:tcPr>
            <w:tcW w:w="11030" w:type="dxa"/>
            <w:gridSpan w:val="10"/>
            <w:vAlign w:val="bottom"/>
          </w:tcPr>
          <w:p w:rsidR="00AA6A86" w:rsidRPr="00424356" w:rsidRDefault="00AA6A86" w:rsidP="00EF0DAC">
            <w:pPr>
              <w:pStyle w:val="ContactInfo"/>
              <w:jc w:val="left"/>
              <w:rPr>
                <w:b w:val="0"/>
              </w:rPr>
            </w:pPr>
            <w:r w:rsidRPr="00424356">
              <w:rPr>
                <w:b w:val="0"/>
              </w:rPr>
              <w:t xml:space="preserve">Sex </w:t>
            </w:r>
            <w:r>
              <w:rPr>
                <w:b w:val="0"/>
              </w:rPr>
              <w:t xml:space="preserve">                                :  Male</w:t>
            </w:r>
          </w:p>
        </w:tc>
      </w:tr>
      <w:tr w:rsidR="00AA6A86" w:rsidTr="00424356">
        <w:trPr>
          <w:jc w:val="center"/>
        </w:trPr>
        <w:tc>
          <w:tcPr>
            <w:tcW w:w="5695" w:type="dxa"/>
            <w:gridSpan w:val="2"/>
            <w:vAlign w:val="bottom"/>
          </w:tcPr>
          <w:p w:rsidR="00AA6A86" w:rsidRPr="0055353A" w:rsidRDefault="00AA6A86" w:rsidP="00DF4FEA">
            <w:pPr>
              <w:pStyle w:val="ContactInfo"/>
              <w:jc w:val="left"/>
              <w:rPr>
                <w:b w:val="0"/>
              </w:rPr>
            </w:pPr>
            <w:r w:rsidRPr="0055353A">
              <w:rPr>
                <w:b w:val="0"/>
              </w:rPr>
              <w:t>Religion &amp; Caste</w:t>
            </w:r>
            <w:r>
              <w:rPr>
                <w:b w:val="0"/>
              </w:rPr>
              <w:t xml:space="preserve">              :  Hindu Ezhava</w:t>
            </w:r>
          </w:p>
        </w:tc>
        <w:tc>
          <w:tcPr>
            <w:tcW w:w="5335" w:type="dxa"/>
            <w:gridSpan w:val="8"/>
            <w:vAlign w:val="bottom"/>
          </w:tcPr>
          <w:p w:rsidR="00AA6A86" w:rsidRDefault="00AA6A86">
            <w:pPr>
              <w:pStyle w:val="Sectionbodytext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AA6A86" w:rsidTr="0055353A">
        <w:trPr>
          <w:trHeight w:val="281"/>
          <w:jc w:val="center"/>
        </w:trPr>
        <w:tc>
          <w:tcPr>
            <w:tcW w:w="9146" w:type="dxa"/>
            <w:gridSpan w:val="7"/>
            <w:vAlign w:val="bottom"/>
          </w:tcPr>
          <w:p w:rsidR="00AA6A86" w:rsidRDefault="00AA6A86" w:rsidP="00AA6A86">
            <w:pPr>
              <w:pStyle w:val="ContactInfo"/>
              <w:jc w:val="left"/>
              <w:rPr>
                <w:b w:val="0"/>
              </w:rPr>
            </w:pPr>
            <w:r w:rsidRPr="008A2AA0">
              <w:rPr>
                <w:b w:val="0"/>
              </w:rPr>
              <w:t>Address</w:t>
            </w:r>
            <w:r>
              <w:rPr>
                <w:b w:val="0"/>
              </w:rPr>
              <w:t xml:space="preserve">                           :  Muringayil House , Kundannur PO, Wadakkanchery </w:t>
            </w:r>
          </w:p>
          <w:p w:rsidR="00AA6A86" w:rsidRDefault="00AA6A86" w:rsidP="00AA6A86">
            <w:pPr>
              <w:pStyle w:val="ContactInfo"/>
              <w:jc w:val="left"/>
              <w:rPr>
                <w:b w:val="0"/>
              </w:rPr>
            </w:pPr>
            <w:r>
              <w:rPr>
                <w:b w:val="0"/>
              </w:rPr>
              <w:t xml:space="preserve">                                          Thrissur, kerala, India- 680590</w:t>
            </w:r>
          </w:p>
          <w:p w:rsidR="00AA6A86" w:rsidRDefault="00AA6A86" w:rsidP="00AA6A86">
            <w:pPr>
              <w:pStyle w:val="ContactInfo"/>
              <w:jc w:val="left"/>
              <w:rPr>
                <w:b w:val="0"/>
              </w:rPr>
            </w:pPr>
            <w:r>
              <w:rPr>
                <w:b w:val="0"/>
              </w:rPr>
              <w:t xml:space="preserve">                                          Mobile : +919946000278</w:t>
            </w:r>
          </w:p>
          <w:p w:rsidR="00AA6A86" w:rsidRPr="00424356" w:rsidRDefault="00AA6A86">
            <w:pPr>
              <w:pStyle w:val="ContactInfo"/>
              <w:jc w:val="left"/>
              <w:rPr>
                <w:b w:val="0"/>
              </w:rPr>
            </w:pPr>
            <w:r>
              <w:rPr>
                <w:b w:val="0"/>
              </w:rPr>
              <w:t xml:space="preserve">                                          E mail  : ranjithmr121@gmail.com          </w:t>
            </w:r>
          </w:p>
        </w:tc>
        <w:tc>
          <w:tcPr>
            <w:tcW w:w="254" w:type="dxa"/>
            <w:vAlign w:val="bottom"/>
          </w:tcPr>
          <w:p w:rsidR="00AA6A86" w:rsidRDefault="00AA6A86">
            <w:pPr>
              <w:pStyle w:val="Sectionbodytextbold"/>
            </w:pPr>
          </w:p>
        </w:tc>
        <w:tc>
          <w:tcPr>
            <w:tcW w:w="1630" w:type="dxa"/>
            <w:gridSpan w:val="2"/>
            <w:vAlign w:val="bottom"/>
          </w:tcPr>
          <w:p w:rsidR="00AA6A86" w:rsidRDefault="00AA6A86">
            <w:pPr>
              <w:pStyle w:val="Sectionbodytextbold"/>
              <w:rPr>
                <w:b w:val="0"/>
              </w:rPr>
            </w:pPr>
          </w:p>
        </w:tc>
      </w:tr>
      <w:tr w:rsidR="00AA6A86" w:rsidTr="00AA6A86">
        <w:trPr>
          <w:trHeight w:val="31"/>
          <w:jc w:val="center"/>
        </w:trPr>
        <w:tc>
          <w:tcPr>
            <w:tcW w:w="7765" w:type="dxa"/>
            <w:gridSpan w:val="3"/>
            <w:vAlign w:val="bottom"/>
          </w:tcPr>
          <w:p w:rsidR="00AA6A86" w:rsidRPr="008A2AA0" w:rsidRDefault="00AA6A86" w:rsidP="00AA6A86">
            <w:pPr>
              <w:pStyle w:val="ContactInfo"/>
              <w:jc w:val="left"/>
              <w:rPr>
                <w:b w:val="0"/>
              </w:rPr>
            </w:pPr>
            <w:r>
              <w:rPr>
                <w:b w:val="0"/>
              </w:rPr>
              <w:t xml:space="preserve">                                         </w:t>
            </w:r>
          </w:p>
        </w:tc>
        <w:tc>
          <w:tcPr>
            <w:tcW w:w="3265" w:type="dxa"/>
            <w:gridSpan w:val="7"/>
            <w:vAlign w:val="bottom"/>
          </w:tcPr>
          <w:p w:rsidR="00AA6A86" w:rsidRDefault="00AA6A86">
            <w:pPr>
              <w:pStyle w:val="Sectionbodytext"/>
              <w:rPr>
                <w:b/>
              </w:rPr>
            </w:pPr>
          </w:p>
        </w:tc>
      </w:tr>
      <w:tr w:rsidR="00AA6A86" w:rsidTr="00AA6A86">
        <w:trPr>
          <w:trHeight w:val="31"/>
          <w:jc w:val="center"/>
        </w:trPr>
        <w:tc>
          <w:tcPr>
            <w:tcW w:w="9146" w:type="dxa"/>
            <w:gridSpan w:val="7"/>
            <w:vAlign w:val="bottom"/>
          </w:tcPr>
          <w:p w:rsidR="00AA6A86" w:rsidRDefault="00AA6A86" w:rsidP="00AA6A86">
            <w:pPr>
              <w:pStyle w:val="ContactInfo"/>
              <w:jc w:val="left"/>
              <w:rPr>
                <w:b w:val="0"/>
              </w:rPr>
            </w:pPr>
            <w:r w:rsidRPr="00934659">
              <w:rPr>
                <w:b w:val="0"/>
              </w:rPr>
              <w:t>Declaration</w:t>
            </w:r>
            <w:r>
              <w:rPr>
                <w:b w:val="0"/>
              </w:rPr>
              <w:t xml:space="preserve"> : </w:t>
            </w:r>
            <w:r w:rsidRPr="00934659">
              <w:rPr>
                <w:rFonts w:cs="Georgia"/>
                <w:b w:val="0"/>
              </w:rPr>
              <w:t>I do hereby declare that all the above mentioned vital information are</w:t>
            </w:r>
          </w:p>
          <w:p w:rsidR="00AA6A86" w:rsidRDefault="00AA6A86" w:rsidP="00AA6A86">
            <w:pPr>
              <w:pStyle w:val="ContactInfo"/>
              <w:jc w:val="left"/>
              <w:rPr>
                <w:rFonts w:cs="Georgia"/>
                <w:b w:val="0"/>
              </w:rPr>
            </w:pPr>
            <w:r>
              <w:rPr>
                <w:b w:val="0"/>
              </w:rPr>
              <w:t xml:space="preserve">                     </w:t>
            </w:r>
            <w:r w:rsidRPr="00202D10">
              <w:rPr>
                <w:rFonts w:cs="Georgia"/>
                <w:b w:val="0"/>
              </w:rPr>
              <w:t>true to the best of my knowledge and belief</w:t>
            </w:r>
          </w:p>
          <w:p w:rsidR="00AA6A86" w:rsidRPr="008A2AA0" w:rsidRDefault="00AA6A86">
            <w:pPr>
              <w:pStyle w:val="ContactInfo"/>
              <w:jc w:val="left"/>
              <w:rPr>
                <w:b w:val="0"/>
              </w:rPr>
            </w:pPr>
          </w:p>
        </w:tc>
        <w:tc>
          <w:tcPr>
            <w:tcW w:w="254" w:type="dxa"/>
            <w:vAlign w:val="bottom"/>
          </w:tcPr>
          <w:p w:rsidR="00AA6A86" w:rsidRDefault="00AA6A86">
            <w:pPr>
              <w:pStyle w:val="ContactInfo"/>
              <w:jc w:val="left"/>
            </w:pPr>
          </w:p>
        </w:tc>
        <w:tc>
          <w:tcPr>
            <w:tcW w:w="1630" w:type="dxa"/>
            <w:gridSpan w:val="2"/>
            <w:vAlign w:val="bottom"/>
          </w:tcPr>
          <w:p w:rsidR="00AA6A86" w:rsidRDefault="00AA6A86">
            <w:pPr>
              <w:pStyle w:val="ContactInfo"/>
              <w:jc w:val="left"/>
            </w:pPr>
          </w:p>
        </w:tc>
      </w:tr>
      <w:tr w:rsidR="00AA6A86" w:rsidTr="003C2BA8">
        <w:trPr>
          <w:trHeight w:val="31"/>
          <w:jc w:val="center"/>
        </w:trPr>
        <w:tc>
          <w:tcPr>
            <w:tcW w:w="7765" w:type="dxa"/>
            <w:gridSpan w:val="3"/>
            <w:vAlign w:val="bottom"/>
          </w:tcPr>
          <w:p w:rsidR="00AA6A86" w:rsidRDefault="00AA6A86" w:rsidP="00AA6A86">
            <w:pPr>
              <w:pStyle w:val="ContactInfo"/>
              <w:jc w:val="left"/>
              <w:rPr>
                <w:rFonts w:cs="Georgia"/>
                <w:b w:val="0"/>
              </w:rPr>
            </w:pPr>
            <w:r>
              <w:rPr>
                <w:rFonts w:cs="Georgia"/>
                <w:b w:val="0"/>
              </w:rPr>
              <w:t>Place :</w:t>
            </w:r>
            <w:r w:rsidR="003C2BA8">
              <w:rPr>
                <w:rFonts w:cs="Georgia"/>
                <w:b w:val="0"/>
              </w:rPr>
              <w:t xml:space="preserve">                                                                                 </w:t>
            </w:r>
            <w:r w:rsidR="003C2BA8" w:rsidRPr="003C2BA8">
              <w:rPr>
                <w:rFonts w:cs="Georgia"/>
                <w:b w:val="0"/>
                <w:sz w:val="28"/>
                <w:szCs w:val="28"/>
              </w:rPr>
              <w:t xml:space="preserve">Ranjith M.R                                                                           </w:t>
            </w:r>
          </w:p>
          <w:p w:rsidR="00AA6A86" w:rsidRPr="00202D10" w:rsidRDefault="00AA6A86" w:rsidP="00AA6A86">
            <w:pPr>
              <w:pStyle w:val="ContactInfo"/>
              <w:jc w:val="left"/>
              <w:rPr>
                <w:b w:val="0"/>
              </w:rPr>
            </w:pPr>
            <w:r>
              <w:rPr>
                <w:b w:val="0"/>
              </w:rPr>
              <w:t>Date  :</w:t>
            </w:r>
          </w:p>
          <w:p w:rsidR="00AA6A86" w:rsidRDefault="00AA6A86">
            <w:pPr>
              <w:pStyle w:val="ContactInfo"/>
              <w:jc w:val="left"/>
            </w:pPr>
          </w:p>
        </w:tc>
        <w:tc>
          <w:tcPr>
            <w:tcW w:w="1635" w:type="dxa"/>
            <w:gridSpan w:val="5"/>
            <w:vAlign w:val="bottom"/>
          </w:tcPr>
          <w:p w:rsidR="00AA6A86" w:rsidRDefault="00AA6A86">
            <w:pPr>
              <w:pStyle w:val="Sectionbodytextbold"/>
            </w:pPr>
          </w:p>
        </w:tc>
        <w:tc>
          <w:tcPr>
            <w:tcW w:w="1630" w:type="dxa"/>
            <w:gridSpan w:val="2"/>
            <w:vAlign w:val="bottom"/>
          </w:tcPr>
          <w:p w:rsidR="00AA6A86" w:rsidRDefault="00AA6A86">
            <w:pPr>
              <w:pStyle w:val="Sectionbodytextbold"/>
            </w:pPr>
          </w:p>
        </w:tc>
      </w:tr>
      <w:tr w:rsidR="00AA6A86" w:rsidTr="00934659">
        <w:trPr>
          <w:jc w:val="center"/>
        </w:trPr>
        <w:tc>
          <w:tcPr>
            <w:tcW w:w="9146" w:type="dxa"/>
            <w:gridSpan w:val="7"/>
            <w:vAlign w:val="bottom"/>
          </w:tcPr>
          <w:p w:rsidR="00AA6A86" w:rsidRPr="00934659" w:rsidRDefault="00AA6A86" w:rsidP="00202D10">
            <w:pPr>
              <w:pStyle w:val="ContactInfo"/>
              <w:jc w:val="left"/>
              <w:rPr>
                <w:b w:val="0"/>
              </w:rPr>
            </w:pPr>
            <w:r>
              <w:rPr>
                <w:rFonts w:cs="Georgia"/>
                <w:b w:val="0"/>
              </w:rPr>
              <w:t xml:space="preserve">              </w:t>
            </w:r>
          </w:p>
        </w:tc>
        <w:tc>
          <w:tcPr>
            <w:tcW w:w="254" w:type="dxa"/>
            <w:vAlign w:val="bottom"/>
          </w:tcPr>
          <w:p w:rsidR="00AA6A86" w:rsidRDefault="00AA6A86">
            <w:pPr>
              <w:pStyle w:val="Sectionbodytext"/>
            </w:pPr>
          </w:p>
        </w:tc>
        <w:tc>
          <w:tcPr>
            <w:tcW w:w="1630" w:type="dxa"/>
            <w:gridSpan w:val="2"/>
            <w:vAlign w:val="bottom"/>
          </w:tcPr>
          <w:p w:rsidR="00AA6A86" w:rsidRDefault="00AA6A86">
            <w:pPr>
              <w:pStyle w:val="ContactInfo"/>
              <w:jc w:val="left"/>
            </w:pPr>
          </w:p>
        </w:tc>
      </w:tr>
    </w:tbl>
    <w:p w:rsidR="005329A5" w:rsidRDefault="005329A5" w:rsidP="005329A5"/>
    <w:sectPr w:rsidR="005329A5" w:rsidSect="00703A69">
      <w:headerReference w:type="default" r:id="rId9"/>
      <w:footerReference w:type="even" r:id="rId10"/>
      <w:footerReference w:type="default" r:id="rId11"/>
      <w:pgSz w:w="12240" w:h="15840" w:code="1"/>
      <w:pgMar w:top="720" w:right="720" w:bottom="720" w:left="720" w:header="720" w:footer="720" w:gutter="0"/>
      <w:pgBorders w:offsetFrom="page">
        <w:top w:val="single" w:sz="4" w:space="24" w:color="D9D9D9" w:themeColor="background1" w:themeShade="D9"/>
        <w:left w:val="single" w:sz="4" w:space="24" w:color="D9D9D9" w:themeColor="background1" w:themeShade="D9"/>
        <w:bottom w:val="single" w:sz="4" w:space="24" w:color="D9D9D9" w:themeColor="background1" w:themeShade="D9"/>
        <w:right w:val="single" w:sz="4" w:space="24" w:color="D9D9D9" w:themeColor="background1" w:themeShade="D9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75D" w:rsidRDefault="0097275D">
      <w:pPr>
        <w:spacing w:after="0" w:line="240" w:lineRule="auto"/>
      </w:pPr>
      <w:r>
        <w:separator/>
      </w:r>
    </w:p>
    <w:p w:rsidR="0097275D" w:rsidRDefault="0097275D"/>
  </w:endnote>
  <w:endnote w:type="continuationSeparator" w:id="1">
    <w:p w:rsidR="0097275D" w:rsidRDefault="0097275D">
      <w:pPr>
        <w:spacing w:after="0" w:line="240" w:lineRule="auto"/>
      </w:pPr>
      <w:r>
        <w:continuationSeparator/>
      </w:r>
    </w:p>
    <w:p w:rsidR="0097275D" w:rsidRDefault="0097275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6273"/>
      <w:docPartObj>
        <w:docPartGallery w:val="Page Numbers (Bottom of Page)"/>
        <w:docPartUnique/>
      </w:docPartObj>
    </w:sdtPr>
    <w:sdtContent>
      <w:p w:rsidR="009B1C10" w:rsidRDefault="000531CA" w:rsidP="00985323">
        <w:pPr>
          <w:pStyle w:val="Footer"/>
          <w:jc w:val="center"/>
        </w:pPr>
        <w:fldSimple w:instr=" PAGE   \* MERGEFORMAT ">
          <w:r w:rsidR="009B1C10">
            <w:rPr>
              <w:noProof/>
            </w:rPr>
            <w:t>2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6274"/>
      <w:docPartObj>
        <w:docPartGallery w:val="Page Numbers (Bottom of Page)"/>
        <w:docPartUnique/>
      </w:docPartObj>
    </w:sdtPr>
    <w:sdtContent>
      <w:p w:rsidR="009B1C10" w:rsidRPr="007D4B79" w:rsidRDefault="000531CA" w:rsidP="00985323">
        <w:pPr>
          <w:pStyle w:val="Footer"/>
          <w:jc w:val="center"/>
        </w:pPr>
        <w:fldSimple w:instr=" PAGE   \* MERGEFORMAT ">
          <w:r w:rsidR="005171C9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75D" w:rsidRDefault="0097275D">
      <w:pPr>
        <w:spacing w:after="0" w:line="240" w:lineRule="auto"/>
      </w:pPr>
      <w:r>
        <w:separator/>
      </w:r>
    </w:p>
    <w:p w:rsidR="0097275D" w:rsidRDefault="0097275D"/>
  </w:footnote>
  <w:footnote w:type="continuationSeparator" w:id="1">
    <w:p w:rsidR="0097275D" w:rsidRDefault="0097275D">
      <w:pPr>
        <w:spacing w:after="0" w:line="240" w:lineRule="auto"/>
      </w:pPr>
      <w:r>
        <w:continuationSeparator/>
      </w:r>
    </w:p>
    <w:p w:rsidR="0097275D" w:rsidRDefault="0097275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C10" w:rsidRPr="007D4B79" w:rsidRDefault="000531CA" w:rsidP="007D4B79">
    <w:pPr>
      <w:pStyle w:val="YourName"/>
    </w:pPr>
    <w:r>
      <w:pict>
        <v:shape id="_x0000_s2049" style="position:absolute;left:0;text-align:left;margin-left:0;margin-top:-11.45pt;width:558.3pt;height:96.95pt;z-index:-251658752;mso-position-horizontal:center;mso-position-horizontal-relative:margin" coordsize="11295,2356" path="m11295,c11295,,5647,,,hdc,,18,2131,,2356,1066,2300,660,788,2131,523,3631,330,7300,853,8827,766hbc10354,679,10781,160,11295,xe" fillcolor="yellow" strokecolor="#f2f2f2 [3041]" strokeweight="3pt">
          <v:fill opacity="28180f" o:opacity2="11796f" rotate="t"/>
          <v:shadow on="t" type="perspective" color="#974706 [1609]" opacity=".5" offset="1pt" offset2="-1pt"/>
          <v:path arrowok="t"/>
          <w10:wrap anchorx="margin"/>
        </v:shape>
      </w:pict>
    </w:r>
    <w:r>
      <w:rPr>
        <w:noProof/>
      </w:rPr>
      <w:pict>
        <v:shape id="_x0000_s2050" style="position:absolute;left:0;text-align:left;margin-left:-4.3pt;margin-top:101.95pt;width:546.45pt;height:629.2pt;z-index:-251657728;mso-position-horizontal-relative:margin" coordsize="11098,12745" path="m7,12741l,249r,l,245r,-3l1,229,3,214,8,197r4,-17l19,161r7,-19l32,133r5,-11l42,113r6,-9l55,94r7,-8l69,77r9,-8l85,61,95,53r10,-6l114,39r12,-6l137,28r12,-5l161,17r13,-4l189,11,203,9,218,8r8,l233,8r,l11065,r33,49l233,65r,l227,65r-8,l208,66r-12,2l185,69r-11,4l164,77r-8,3l146,85r-9,4l129,94r-7,7l114,106r-7,7l101,120r-6,6l90,133r-5,8l76,156r-8,14l61,185r-5,14l53,213r-4,12l48,235r-1,10l47,247r,2l47,249r4,12496l7,12741xe" fillcolor="yellow" stroked="f">
          <v:fill opacity="41943f" color2="#e7f8fe" rotate="t"/>
          <v:path arrowok="t"/>
          <w10:wrap anchorx="margin"/>
        </v:shape>
      </w:pict>
    </w:r>
  </w:p>
  <w:p w:rsidR="009B1C10" w:rsidRDefault="009B1C10" w:rsidP="001A377C">
    <w:pPr>
      <w:pStyle w:val="ContactInfo"/>
      <w:jc w:val="left"/>
    </w:pPr>
  </w:p>
  <w:p w:rsidR="009B1C10" w:rsidRDefault="009B1C10" w:rsidP="001A377C">
    <w:pPr>
      <w:pStyle w:val="ContactInfo"/>
      <w:jc w:val="left"/>
    </w:pPr>
  </w:p>
  <w:p w:rsidR="009B1C10" w:rsidRDefault="000531CA">
    <w:pPr>
      <w:pStyle w:val="ContactInfo"/>
    </w:pPr>
    <w:sdt>
      <w:sdtPr>
        <w:alias w:val="Author"/>
        <w:tag w:val="Author"/>
        <w:id w:val="1296272"/>
        <w:placeholder>
          <w:docPart w:val="61C4E762BAAC478EB2E1F0BF27C6758B"/>
        </w:placeholder>
      </w:sdtPr>
      <w:sdtContent>
        <w:r w:rsidR="009B1C10" w:rsidRPr="001A377C">
          <w:rPr>
            <w:sz w:val="40"/>
            <w:szCs w:val="40"/>
          </w:rPr>
          <w:t>RANJITH M.R</w:t>
        </w:r>
      </w:sdtContent>
    </w:sdt>
  </w:p>
  <w:p w:rsidR="009B1C10" w:rsidRDefault="009B1C10">
    <w:pPr>
      <w:pStyle w:val="ContactInfo"/>
    </w:pPr>
  </w:p>
  <w:p w:rsidR="009B1C10" w:rsidRDefault="009B1C10">
    <w:pPr>
      <w:pStyle w:val="ContactInf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1001"/>
  <w:defaultTabStop w:val="720"/>
  <w:drawingGridHorizontalSpacing w:val="110"/>
  <w:displayHorizontalDrawingGridEvery w:val="2"/>
  <w:characterSpacingControl w:val="doNotCompress"/>
  <w:hdrShapeDefaults>
    <o:shapedefaults v:ext="edit" spidmax="327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006E6"/>
    <w:rsid w:val="00007693"/>
    <w:rsid w:val="000531CA"/>
    <w:rsid w:val="000A69BE"/>
    <w:rsid w:val="000B3188"/>
    <w:rsid w:val="000C0F79"/>
    <w:rsid w:val="000C6A00"/>
    <w:rsid w:val="00101A13"/>
    <w:rsid w:val="001A1C60"/>
    <w:rsid w:val="001A377C"/>
    <w:rsid w:val="00202D10"/>
    <w:rsid w:val="00210A3E"/>
    <w:rsid w:val="00226A0A"/>
    <w:rsid w:val="0024149E"/>
    <w:rsid w:val="00267DD8"/>
    <w:rsid w:val="002716E6"/>
    <w:rsid w:val="00292511"/>
    <w:rsid w:val="002D1236"/>
    <w:rsid w:val="002D6F99"/>
    <w:rsid w:val="002D7C11"/>
    <w:rsid w:val="00322D59"/>
    <w:rsid w:val="00333A54"/>
    <w:rsid w:val="00347C2B"/>
    <w:rsid w:val="0035284F"/>
    <w:rsid w:val="00387668"/>
    <w:rsid w:val="003938BC"/>
    <w:rsid w:val="003C2BA8"/>
    <w:rsid w:val="00424356"/>
    <w:rsid w:val="004668DE"/>
    <w:rsid w:val="004E50F4"/>
    <w:rsid w:val="004F2B07"/>
    <w:rsid w:val="004F3AA9"/>
    <w:rsid w:val="004F4D3F"/>
    <w:rsid w:val="005006E6"/>
    <w:rsid w:val="005171C9"/>
    <w:rsid w:val="005329A5"/>
    <w:rsid w:val="0055353A"/>
    <w:rsid w:val="00597D45"/>
    <w:rsid w:val="005F450F"/>
    <w:rsid w:val="00637EE1"/>
    <w:rsid w:val="00646FF2"/>
    <w:rsid w:val="006769FF"/>
    <w:rsid w:val="00686891"/>
    <w:rsid w:val="006E713E"/>
    <w:rsid w:val="006F3601"/>
    <w:rsid w:val="007035BA"/>
    <w:rsid w:val="00703A69"/>
    <w:rsid w:val="007135F9"/>
    <w:rsid w:val="0074283B"/>
    <w:rsid w:val="007673B6"/>
    <w:rsid w:val="007844CF"/>
    <w:rsid w:val="007A6424"/>
    <w:rsid w:val="007D4B79"/>
    <w:rsid w:val="008014C6"/>
    <w:rsid w:val="00863D82"/>
    <w:rsid w:val="00867A9B"/>
    <w:rsid w:val="00884C89"/>
    <w:rsid w:val="008A2AA0"/>
    <w:rsid w:val="008A36D1"/>
    <w:rsid w:val="008E6628"/>
    <w:rsid w:val="00913CE9"/>
    <w:rsid w:val="00922549"/>
    <w:rsid w:val="00925FF6"/>
    <w:rsid w:val="00934659"/>
    <w:rsid w:val="0097275D"/>
    <w:rsid w:val="00976B7C"/>
    <w:rsid w:val="00985323"/>
    <w:rsid w:val="009B1C10"/>
    <w:rsid w:val="009D3DAB"/>
    <w:rsid w:val="009F0ECF"/>
    <w:rsid w:val="009F49BC"/>
    <w:rsid w:val="00A04D96"/>
    <w:rsid w:val="00A052A1"/>
    <w:rsid w:val="00AA2292"/>
    <w:rsid w:val="00AA6A86"/>
    <w:rsid w:val="00B57929"/>
    <w:rsid w:val="00B668EF"/>
    <w:rsid w:val="00B96157"/>
    <w:rsid w:val="00C23C23"/>
    <w:rsid w:val="00C30C1C"/>
    <w:rsid w:val="00CB0D8D"/>
    <w:rsid w:val="00CF59E6"/>
    <w:rsid w:val="00D0787A"/>
    <w:rsid w:val="00D37F82"/>
    <w:rsid w:val="00D66595"/>
    <w:rsid w:val="00DA340A"/>
    <w:rsid w:val="00DD0141"/>
    <w:rsid w:val="00DD7FE6"/>
    <w:rsid w:val="00DE6A8B"/>
    <w:rsid w:val="00E371EE"/>
    <w:rsid w:val="00E47B58"/>
    <w:rsid w:val="00E73B4D"/>
    <w:rsid w:val="00E77356"/>
    <w:rsid w:val="00ED5551"/>
    <w:rsid w:val="00F005C1"/>
    <w:rsid w:val="00F63990"/>
    <w:rsid w:val="00F84882"/>
    <w:rsid w:val="00FF4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0B31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188"/>
    <w:rPr>
      <w:rFonts w:ascii="Tahoma" w:hAnsi="Tahoma" w:cs="Tahoma"/>
      <w:sz w:val="16"/>
      <w:szCs w:val="16"/>
    </w:rPr>
  </w:style>
  <w:style w:type="paragraph" w:customStyle="1" w:styleId="ContactInfo">
    <w:name w:val="Contact Info"/>
    <w:link w:val="ContactInfoChar"/>
    <w:qFormat/>
    <w:rsid w:val="000B3188"/>
    <w:pPr>
      <w:spacing w:after="0" w:line="240" w:lineRule="auto"/>
      <w:jc w:val="right"/>
    </w:pPr>
    <w:rPr>
      <w:b/>
      <w:color w:val="403152" w:themeColor="accent4" w:themeShade="80"/>
    </w:rPr>
  </w:style>
  <w:style w:type="paragraph" w:styleId="Header">
    <w:name w:val="header"/>
    <w:basedOn w:val="Normal"/>
    <w:link w:val="HeaderChar"/>
    <w:uiPriority w:val="99"/>
    <w:semiHidden/>
    <w:unhideWhenUsed/>
    <w:rsid w:val="000B31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ontactInfoChar">
    <w:name w:val="Contact Info Char"/>
    <w:basedOn w:val="DefaultParagraphFont"/>
    <w:link w:val="ContactInfo"/>
    <w:rsid w:val="000B3188"/>
    <w:rPr>
      <w:b/>
      <w:color w:val="403152" w:themeColor="accent4" w:themeShade="8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B3188"/>
  </w:style>
  <w:style w:type="paragraph" w:styleId="Footer">
    <w:name w:val="footer"/>
    <w:basedOn w:val="Normal"/>
    <w:link w:val="FooterChar"/>
    <w:uiPriority w:val="99"/>
    <w:unhideWhenUsed/>
    <w:rsid w:val="007D4B79"/>
    <w:pPr>
      <w:tabs>
        <w:tab w:val="center" w:pos="4680"/>
        <w:tab w:val="right" w:pos="9360"/>
      </w:tabs>
      <w:spacing w:after="0" w:line="240" w:lineRule="auto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7D4B79"/>
    <w:rPr>
      <w:sz w:val="20"/>
    </w:rPr>
  </w:style>
  <w:style w:type="paragraph" w:customStyle="1" w:styleId="YourName">
    <w:name w:val="Your Name"/>
    <w:link w:val="YourNameChar"/>
    <w:qFormat/>
    <w:rsid w:val="007D4B79"/>
    <w:pPr>
      <w:keepNext/>
      <w:keepLines/>
      <w:tabs>
        <w:tab w:val="left" w:pos="8640"/>
      </w:tabs>
      <w:spacing w:before="480" w:after="40" w:line="264" w:lineRule="auto"/>
      <w:jc w:val="right"/>
      <w:outlineLvl w:val="0"/>
    </w:pPr>
    <w:rPr>
      <w:rFonts w:eastAsiaTheme="majorEastAsia" w:cstheme="majorBidi"/>
      <w:b/>
      <w:bCs/>
      <w:caps/>
      <w:color w:val="000000" w:themeColor="text1"/>
      <w:spacing w:val="10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0B3188"/>
    <w:rPr>
      <w:color w:val="808080"/>
    </w:rPr>
  </w:style>
  <w:style w:type="character" w:customStyle="1" w:styleId="YourNameChar">
    <w:name w:val="Your Name Char"/>
    <w:basedOn w:val="DefaultParagraphFont"/>
    <w:link w:val="YourName"/>
    <w:rsid w:val="007D4B79"/>
    <w:rPr>
      <w:rFonts w:eastAsiaTheme="majorEastAsia" w:cstheme="majorBidi"/>
      <w:b/>
      <w:bCs/>
      <w:caps/>
      <w:color w:val="000000" w:themeColor="text1"/>
      <w:spacing w:val="10"/>
      <w:sz w:val="28"/>
      <w:szCs w:val="28"/>
    </w:rPr>
  </w:style>
  <w:style w:type="table" w:styleId="TableGrid">
    <w:name w:val="Table Grid"/>
    <w:basedOn w:val="TableNormal"/>
    <w:uiPriority w:val="59"/>
    <w:rsid w:val="000B31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ctionHeading">
    <w:name w:val="SectionHeading"/>
    <w:link w:val="SectionHeadingChar"/>
    <w:qFormat/>
    <w:rsid w:val="00976B7C"/>
    <w:pPr>
      <w:spacing w:before="120" w:after="0"/>
    </w:pPr>
    <w:rPr>
      <w:rFonts w:asciiTheme="majorHAnsi" w:hAnsiTheme="majorHAnsi"/>
      <w:b/>
      <w:caps/>
      <w:color w:val="595959" w:themeColor="text1" w:themeTint="A6"/>
    </w:rPr>
  </w:style>
  <w:style w:type="character" w:customStyle="1" w:styleId="SectionHeadingChar">
    <w:name w:val="SectionHeading Char"/>
    <w:basedOn w:val="DefaultParagraphFont"/>
    <w:link w:val="SectionHeading"/>
    <w:rsid w:val="00976B7C"/>
    <w:rPr>
      <w:rFonts w:asciiTheme="majorHAnsi" w:hAnsiTheme="majorHAnsi"/>
      <w:b/>
      <w:caps/>
      <w:color w:val="595959" w:themeColor="text1" w:themeTint="A6"/>
    </w:rPr>
  </w:style>
  <w:style w:type="paragraph" w:customStyle="1" w:styleId="Sectionbodytext">
    <w:name w:val="Section body text"/>
    <w:link w:val="SectionbodytextChar"/>
    <w:qFormat/>
    <w:rsid w:val="007D4B79"/>
    <w:pPr>
      <w:spacing w:after="0"/>
    </w:pPr>
    <w:rPr>
      <w:color w:val="000000" w:themeColor="text1"/>
      <w:sz w:val="20"/>
    </w:rPr>
  </w:style>
  <w:style w:type="character" w:customStyle="1" w:styleId="SectionbodytextChar">
    <w:name w:val="Section body text Char"/>
    <w:basedOn w:val="DefaultParagraphFont"/>
    <w:link w:val="Sectionbodytext"/>
    <w:rsid w:val="007D4B79"/>
    <w:rPr>
      <w:color w:val="000000" w:themeColor="text1"/>
      <w:sz w:val="20"/>
    </w:rPr>
  </w:style>
  <w:style w:type="paragraph" w:customStyle="1" w:styleId="Publications">
    <w:name w:val="Publications"/>
    <w:basedOn w:val="Normal"/>
    <w:link w:val="PublicationsChar"/>
    <w:qFormat/>
    <w:rsid w:val="000B3188"/>
    <w:pPr>
      <w:spacing w:after="0" w:line="264" w:lineRule="auto"/>
      <w:ind w:left="288"/>
      <w:outlineLvl w:val="2"/>
    </w:pPr>
    <w:rPr>
      <w:i/>
      <w:color w:val="0D0D0D" w:themeColor="text1" w:themeTint="F2"/>
      <w:sz w:val="20"/>
    </w:rPr>
  </w:style>
  <w:style w:type="paragraph" w:customStyle="1" w:styleId="Sectionbodytextbold">
    <w:name w:val="Section body text bold"/>
    <w:link w:val="SectionbodytextboldChar"/>
    <w:qFormat/>
    <w:rsid w:val="000B3188"/>
    <w:pPr>
      <w:spacing w:after="0" w:line="240" w:lineRule="auto"/>
    </w:pPr>
    <w:rPr>
      <w:b/>
      <w:color w:val="000000" w:themeColor="text1"/>
      <w:sz w:val="20"/>
    </w:rPr>
  </w:style>
  <w:style w:type="character" w:customStyle="1" w:styleId="SectionbodytextboldChar">
    <w:name w:val="Section body text bold Char"/>
    <w:basedOn w:val="DefaultParagraphFont"/>
    <w:link w:val="Sectionbodytextbold"/>
    <w:rsid w:val="000B3188"/>
    <w:rPr>
      <w:b/>
      <w:color w:val="000000" w:themeColor="text1"/>
      <w:sz w:val="20"/>
    </w:rPr>
  </w:style>
  <w:style w:type="character" w:customStyle="1" w:styleId="PublicationsChar">
    <w:name w:val="Publications Char"/>
    <w:basedOn w:val="DefaultParagraphFont"/>
    <w:link w:val="Publications"/>
    <w:rsid w:val="000B3188"/>
    <w:rPr>
      <w:i/>
      <w:color w:val="0D0D0D" w:themeColor="text1" w:themeTint="F2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Templates\Resume_EntryLeve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1C4E762BAAC478EB2E1F0BF27C675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6BE644-4FC9-40F7-95A4-2FA6E4C1828B}"/>
      </w:docPartPr>
      <w:docPartBody>
        <w:p w:rsidR="0057601C" w:rsidRDefault="0057601C" w:rsidP="0057601C">
          <w:pPr>
            <w:pStyle w:val="61C4E762BAAC478EB2E1F0BF27C6758B"/>
          </w:pPr>
          <w:r>
            <w:t>[Name]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F6F44"/>
    <w:rsid w:val="000857CB"/>
    <w:rsid w:val="001E6459"/>
    <w:rsid w:val="0029648A"/>
    <w:rsid w:val="003F6F44"/>
    <w:rsid w:val="00513CBA"/>
    <w:rsid w:val="0057601C"/>
    <w:rsid w:val="00663F0E"/>
    <w:rsid w:val="00BD0B43"/>
    <w:rsid w:val="00E36A5C"/>
    <w:rsid w:val="00EC7400"/>
    <w:rsid w:val="00F47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0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6F3524C715842469D7EF6A8823342FD">
    <w:name w:val="A6F3524C715842469D7EF6A8823342FD"/>
    <w:rsid w:val="0057601C"/>
  </w:style>
  <w:style w:type="paragraph" w:customStyle="1" w:styleId="SectionBody">
    <w:name w:val="Section_Body"/>
    <w:link w:val="SectionBodyChar"/>
    <w:qFormat/>
    <w:rsid w:val="0057601C"/>
    <w:rPr>
      <w:rFonts w:eastAsiaTheme="minorHAnsi"/>
      <w:color w:val="000000" w:themeColor="text1"/>
      <w:sz w:val="20"/>
    </w:rPr>
  </w:style>
  <w:style w:type="character" w:customStyle="1" w:styleId="SectionBodyChar">
    <w:name w:val="Section_Body Char"/>
    <w:basedOn w:val="DefaultParagraphFont"/>
    <w:link w:val="SectionBody"/>
    <w:rsid w:val="0057601C"/>
    <w:rPr>
      <w:rFonts w:eastAsiaTheme="minorHAnsi"/>
      <w:color w:val="000000" w:themeColor="text1"/>
      <w:sz w:val="20"/>
    </w:rPr>
  </w:style>
  <w:style w:type="paragraph" w:customStyle="1" w:styleId="E586E1792EE6417B83AE7960E16989D7">
    <w:name w:val="E586E1792EE6417B83AE7960E16989D7"/>
    <w:rsid w:val="0057601C"/>
  </w:style>
  <w:style w:type="paragraph" w:customStyle="1" w:styleId="05967FE40D2A497CA0C6F00B41817106">
    <w:name w:val="05967FE40D2A497CA0C6F00B41817106"/>
    <w:rsid w:val="0057601C"/>
  </w:style>
  <w:style w:type="paragraph" w:customStyle="1" w:styleId="8D4EB5CADA6D4AC5853E3CE0AFD89859">
    <w:name w:val="8D4EB5CADA6D4AC5853E3CE0AFD89859"/>
    <w:rsid w:val="0057601C"/>
  </w:style>
  <w:style w:type="paragraph" w:customStyle="1" w:styleId="93194CC899DE4BF285ECA7CAA75FDB68">
    <w:name w:val="93194CC899DE4BF285ECA7CAA75FDB68"/>
    <w:rsid w:val="0057601C"/>
  </w:style>
  <w:style w:type="paragraph" w:customStyle="1" w:styleId="6A066548FA8B4AB38126A1542A58EE28">
    <w:name w:val="6A066548FA8B4AB38126A1542A58EE28"/>
    <w:rsid w:val="0057601C"/>
  </w:style>
  <w:style w:type="paragraph" w:customStyle="1" w:styleId="C30939721F484DB68E3A7C539E6C5A7A">
    <w:name w:val="C30939721F484DB68E3A7C539E6C5A7A"/>
    <w:rsid w:val="0057601C"/>
  </w:style>
  <w:style w:type="paragraph" w:customStyle="1" w:styleId="C8F9EC384402439089456FDCE2798ED8">
    <w:name w:val="C8F9EC384402439089456FDCE2798ED8"/>
    <w:rsid w:val="0057601C"/>
  </w:style>
  <w:style w:type="paragraph" w:customStyle="1" w:styleId="C228D7584F5D45ED88D1DB5FF2099BCE">
    <w:name w:val="C228D7584F5D45ED88D1DB5FF2099BCE"/>
    <w:rsid w:val="0057601C"/>
  </w:style>
  <w:style w:type="paragraph" w:customStyle="1" w:styleId="DEAA288A4F2D473E82F13D54CD391D1A">
    <w:name w:val="DEAA288A4F2D473E82F13D54CD391D1A"/>
    <w:rsid w:val="0057601C"/>
  </w:style>
  <w:style w:type="paragraph" w:customStyle="1" w:styleId="427AC4D1F75247388221A7316C16EE42">
    <w:name w:val="427AC4D1F75247388221A7316C16EE42"/>
    <w:rsid w:val="0057601C"/>
  </w:style>
  <w:style w:type="paragraph" w:customStyle="1" w:styleId="Sectionbody02">
    <w:name w:val="Section_body02"/>
    <w:link w:val="Sectionbody02Char"/>
    <w:qFormat/>
    <w:rsid w:val="0057601C"/>
    <w:pPr>
      <w:spacing w:after="0" w:line="240" w:lineRule="auto"/>
    </w:pPr>
    <w:rPr>
      <w:rFonts w:eastAsiaTheme="minorHAnsi"/>
      <w:b/>
      <w:color w:val="000000" w:themeColor="text1"/>
      <w:sz w:val="20"/>
    </w:rPr>
  </w:style>
  <w:style w:type="character" w:customStyle="1" w:styleId="Sectionbody02Char">
    <w:name w:val="Section_body02 Char"/>
    <w:basedOn w:val="DefaultParagraphFont"/>
    <w:link w:val="Sectionbody02"/>
    <w:rsid w:val="0057601C"/>
    <w:rPr>
      <w:rFonts w:eastAsiaTheme="minorHAnsi"/>
      <w:b/>
      <w:color w:val="000000" w:themeColor="text1"/>
      <w:sz w:val="20"/>
    </w:rPr>
  </w:style>
  <w:style w:type="paragraph" w:customStyle="1" w:styleId="06350B8D2CB04348B1AF612B354605E7">
    <w:name w:val="06350B8D2CB04348B1AF612B354605E7"/>
    <w:rsid w:val="0057601C"/>
  </w:style>
  <w:style w:type="paragraph" w:customStyle="1" w:styleId="67703A9DBCBA4358A3787DB6798F096F">
    <w:name w:val="67703A9DBCBA4358A3787DB6798F096F"/>
    <w:rsid w:val="0057601C"/>
  </w:style>
  <w:style w:type="paragraph" w:customStyle="1" w:styleId="C746E32E6876490DA778F46763A24CAD">
    <w:name w:val="C746E32E6876490DA778F46763A24CAD"/>
    <w:rsid w:val="0057601C"/>
  </w:style>
  <w:style w:type="paragraph" w:customStyle="1" w:styleId="7B9F0C694F5C4F96BE0060D519B3CC21">
    <w:name w:val="7B9F0C694F5C4F96BE0060D519B3CC21"/>
    <w:rsid w:val="0057601C"/>
  </w:style>
  <w:style w:type="paragraph" w:customStyle="1" w:styleId="600891A671884B2B8C57235E4647F619">
    <w:name w:val="600891A671884B2B8C57235E4647F619"/>
    <w:rsid w:val="0057601C"/>
  </w:style>
  <w:style w:type="paragraph" w:customStyle="1" w:styleId="753585F11B5C4559AE79E079979FCAB8">
    <w:name w:val="753585F11B5C4559AE79E079979FCAB8"/>
    <w:rsid w:val="0057601C"/>
  </w:style>
  <w:style w:type="paragraph" w:customStyle="1" w:styleId="20321D66F7794AEC892FA87D2603F33A">
    <w:name w:val="20321D66F7794AEC892FA87D2603F33A"/>
    <w:rsid w:val="0057601C"/>
  </w:style>
  <w:style w:type="paragraph" w:customStyle="1" w:styleId="98A69E668254467B93A53DFFBA815F6C">
    <w:name w:val="98A69E668254467B93A53DFFBA815F6C"/>
    <w:rsid w:val="0057601C"/>
  </w:style>
  <w:style w:type="paragraph" w:customStyle="1" w:styleId="F732B0367C3D41529D427A74477CFED9">
    <w:name w:val="F732B0367C3D41529D427A74477CFED9"/>
    <w:rsid w:val="0057601C"/>
  </w:style>
  <w:style w:type="paragraph" w:customStyle="1" w:styleId="AF79C1D307084B8ABA9F4659ACC05730">
    <w:name w:val="AF79C1D307084B8ABA9F4659ACC05730"/>
    <w:rsid w:val="0057601C"/>
  </w:style>
  <w:style w:type="paragraph" w:customStyle="1" w:styleId="C57F708A88B94B38AB3036B22CD6D461">
    <w:name w:val="C57F708A88B94B38AB3036B22CD6D461"/>
    <w:rsid w:val="0057601C"/>
  </w:style>
  <w:style w:type="paragraph" w:customStyle="1" w:styleId="72AB1EB9EABF49DDAD5DC9F130642AF4">
    <w:name w:val="72AB1EB9EABF49DDAD5DC9F130642AF4"/>
    <w:rsid w:val="0057601C"/>
  </w:style>
  <w:style w:type="paragraph" w:customStyle="1" w:styleId="5CB08DAF30364739A28FE8EBC99FF5C6">
    <w:name w:val="5CB08DAF30364739A28FE8EBC99FF5C6"/>
    <w:rsid w:val="0057601C"/>
  </w:style>
  <w:style w:type="paragraph" w:customStyle="1" w:styleId="6723EAA48B654166A07AF606AEFEE2CC">
    <w:name w:val="6723EAA48B654166A07AF606AEFEE2CC"/>
    <w:rsid w:val="0057601C"/>
  </w:style>
  <w:style w:type="paragraph" w:customStyle="1" w:styleId="1718BB1F099244149D7439E5B2D19192">
    <w:name w:val="1718BB1F099244149D7439E5B2D19192"/>
    <w:rsid w:val="0057601C"/>
  </w:style>
  <w:style w:type="paragraph" w:customStyle="1" w:styleId="D4408A86A25E4E9AB040515FE7AC2187">
    <w:name w:val="D4408A86A25E4E9AB040515FE7AC2187"/>
    <w:rsid w:val="0057601C"/>
  </w:style>
  <w:style w:type="paragraph" w:customStyle="1" w:styleId="A8B4E515C7BC4D12A0A257C07883EB6A">
    <w:name w:val="A8B4E515C7BC4D12A0A257C07883EB6A"/>
    <w:rsid w:val="0057601C"/>
  </w:style>
  <w:style w:type="paragraph" w:customStyle="1" w:styleId="59843AAC67B6472BB3427311B2E918D5">
    <w:name w:val="59843AAC67B6472BB3427311B2E918D5"/>
    <w:rsid w:val="0057601C"/>
  </w:style>
  <w:style w:type="paragraph" w:customStyle="1" w:styleId="A418F48F02524A6E97AC9B35344BDD6A">
    <w:name w:val="A418F48F02524A6E97AC9B35344BDD6A"/>
    <w:rsid w:val="0057601C"/>
  </w:style>
  <w:style w:type="paragraph" w:customStyle="1" w:styleId="924792C58AE24EDF92368CC1B268F78E">
    <w:name w:val="924792C58AE24EDF92368CC1B268F78E"/>
    <w:rsid w:val="0057601C"/>
  </w:style>
  <w:style w:type="paragraph" w:customStyle="1" w:styleId="D5A57C292E01487DB802A8EC51C53EC7">
    <w:name w:val="D5A57C292E01487DB802A8EC51C53EC7"/>
    <w:rsid w:val="0057601C"/>
  </w:style>
  <w:style w:type="paragraph" w:customStyle="1" w:styleId="9C196F8DAB4D40E790EA52420EB40EED">
    <w:name w:val="9C196F8DAB4D40E790EA52420EB40EED"/>
    <w:rsid w:val="0057601C"/>
  </w:style>
  <w:style w:type="paragraph" w:customStyle="1" w:styleId="B300101D1FE7421388AB6F444BEA418C">
    <w:name w:val="B300101D1FE7421388AB6F444BEA418C"/>
    <w:rsid w:val="0057601C"/>
  </w:style>
  <w:style w:type="paragraph" w:customStyle="1" w:styleId="6EDA56009BEB4253B0573F52CE98DA6D">
    <w:name w:val="6EDA56009BEB4253B0573F52CE98DA6D"/>
    <w:rsid w:val="0057601C"/>
  </w:style>
  <w:style w:type="paragraph" w:customStyle="1" w:styleId="6D48245030FD49A49AE5B8D22D338957">
    <w:name w:val="6D48245030FD49A49AE5B8D22D338957"/>
    <w:rsid w:val="0057601C"/>
  </w:style>
  <w:style w:type="paragraph" w:customStyle="1" w:styleId="D4836F1AE3FB4D3F845710B1632D951E">
    <w:name w:val="D4836F1AE3FB4D3F845710B1632D951E"/>
    <w:rsid w:val="0057601C"/>
  </w:style>
  <w:style w:type="paragraph" w:customStyle="1" w:styleId="F8D20269538D485AB2E897F931248974">
    <w:name w:val="F8D20269538D485AB2E897F931248974"/>
    <w:rsid w:val="0057601C"/>
  </w:style>
  <w:style w:type="paragraph" w:customStyle="1" w:styleId="43D7E56F55ED44BCBD0A4ADED4DBB3D8">
    <w:name w:val="43D7E56F55ED44BCBD0A4ADED4DBB3D8"/>
    <w:rsid w:val="0057601C"/>
  </w:style>
  <w:style w:type="paragraph" w:customStyle="1" w:styleId="E6592AE0FD6547ECA2DFB069473359DC">
    <w:name w:val="E6592AE0FD6547ECA2DFB069473359DC"/>
    <w:rsid w:val="0057601C"/>
  </w:style>
  <w:style w:type="paragraph" w:customStyle="1" w:styleId="0DE20A471C4641088F98ACC6CDC83B08">
    <w:name w:val="0DE20A471C4641088F98ACC6CDC83B08"/>
    <w:rsid w:val="0057601C"/>
  </w:style>
  <w:style w:type="paragraph" w:customStyle="1" w:styleId="8169D14A75D94E27A75EAD2B87C867E9">
    <w:name w:val="8169D14A75D94E27A75EAD2B87C867E9"/>
    <w:rsid w:val="0057601C"/>
  </w:style>
  <w:style w:type="paragraph" w:customStyle="1" w:styleId="7B8EBFED2C724A298D04A05423B74555">
    <w:name w:val="7B8EBFED2C724A298D04A05423B74555"/>
    <w:rsid w:val="0057601C"/>
  </w:style>
  <w:style w:type="paragraph" w:customStyle="1" w:styleId="655AD4351BC5445B9BFF16E270B98E50">
    <w:name w:val="655AD4351BC5445B9BFF16E270B98E50"/>
    <w:rsid w:val="0057601C"/>
  </w:style>
  <w:style w:type="paragraph" w:customStyle="1" w:styleId="4341D226D0ED4B3DA37B9BECAC90E69C">
    <w:name w:val="4341D226D0ED4B3DA37B9BECAC90E69C"/>
    <w:rsid w:val="0057601C"/>
  </w:style>
  <w:style w:type="paragraph" w:customStyle="1" w:styleId="BAC681C319E94E779801BF0E7B7ED0AC">
    <w:name w:val="BAC681C319E94E779801BF0E7B7ED0AC"/>
    <w:rsid w:val="0057601C"/>
  </w:style>
  <w:style w:type="paragraph" w:customStyle="1" w:styleId="80C6394440C94E0BAFD62105A91D7CC1">
    <w:name w:val="80C6394440C94E0BAFD62105A91D7CC1"/>
    <w:rsid w:val="0057601C"/>
  </w:style>
  <w:style w:type="paragraph" w:customStyle="1" w:styleId="7740A4A294BE45958F880A7DA30AF9EF">
    <w:name w:val="7740A4A294BE45958F880A7DA30AF9EF"/>
    <w:rsid w:val="0057601C"/>
  </w:style>
  <w:style w:type="paragraph" w:customStyle="1" w:styleId="AD23A5CA6AFE417A84CD38F2E29DDC95">
    <w:name w:val="AD23A5CA6AFE417A84CD38F2E29DDC95"/>
    <w:rsid w:val="0057601C"/>
  </w:style>
  <w:style w:type="paragraph" w:customStyle="1" w:styleId="F4FA21EB30604F759877F50663CF146F">
    <w:name w:val="F4FA21EB30604F759877F50663CF146F"/>
    <w:rsid w:val="0057601C"/>
  </w:style>
  <w:style w:type="paragraph" w:customStyle="1" w:styleId="7A6F7AA1B8F742F99E2E76A63A3B111A">
    <w:name w:val="7A6F7AA1B8F742F99E2E76A63A3B111A"/>
    <w:rsid w:val="0057601C"/>
  </w:style>
  <w:style w:type="paragraph" w:customStyle="1" w:styleId="D0AEF61A6FE24CD6A38419C7EEEA57B7">
    <w:name w:val="D0AEF61A6FE24CD6A38419C7EEEA57B7"/>
    <w:rsid w:val="0057601C"/>
  </w:style>
  <w:style w:type="paragraph" w:customStyle="1" w:styleId="B5426E217D4E442C9F1F88A50E373F13">
    <w:name w:val="B5426E217D4E442C9F1F88A50E373F13"/>
    <w:rsid w:val="0057601C"/>
  </w:style>
  <w:style w:type="paragraph" w:customStyle="1" w:styleId="0ED349A643BB420CAEC3396356EF30C3">
    <w:name w:val="0ED349A643BB420CAEC3396356EF30C3"/>
    <w:rsid w:val="0057601C"/>
  </w:style>
  <w:style w:type="paragraph" w:customStyle="1" w:styleId="72D6125131C7470EB693CC585B1DF602">
    <w:name w:val="72D6125131C7470EB693CC585B1DF602"/>
    <w:rsid w:val="0057601C"/>
  </w:style>
  <w:style w:type="paragraph" w:customStyle="1" w:styleId="12BD86F70952494598FB0361C08FFFDD">
    <w:name w:val="12BD86F70952494598FB0361C08FFFDD"/>
    <w:rsid w:val="0057601C"/>
  </w:style>
  <w:style w:type="paragraph" w:customStyle="1" w:styleId="06655EEA32854BCC968497BDD93F55DA">
    <w:name w:val="06655EEA32854BCC968497BDD93F55DA"/>
    <w:rsid w:val="0057601C"/>
  </w:style>
  <w:style w:type="paragraph" w:customStyle="1" w:styleId="SectionBody03">
    <w:name w:val="Section_Body03"/>
    <w:basedOn w:val="Normal"/>
    <w:link w:val="SectionBody03Char"/>
    <w:qFormat/>
    <w:rsid w:val="0057601C"/>
    <w:pPr>
      <w:spacing w:after="0" w:line="264" w:lineRule="auto"/>
      <w:ind w:left="288"/>
      <w:outlineLvl w:val="2"/>
    </w:pPr>
    <w:rPr>
      <w:rFonts w:eastAsiaTheme="minorHAnsi"/>
      <w:i/>
      <w:color w:val="0D0D0D" w:themeColor="text1" w:themeTint="F2"/>
      <w:sz w:val="20"/>
    </w:rPr>
  </w:style>
  <w:style w:type="character" w:customStyle="1" w:styleId="SectionBody03Char">
    <w:name w:val="Section_Body03 Char"/>
    <w:basedOn w:val="DefaultParagraphFont"/>
    <w:link w:val="SectionBody03"/>
    <w:rsid w:val="0057601C"/>
    <w:rPr>
      <w:rFonts w:eastAsiaTheme="minorHAnsi"/>
      <w:i/>
      <w:color w:val="0D0D0D" w:themeColor="text1" w:themeTint="F2"/>
      <w:sz w:val="20"/>
    </w:rPr>
  </w:style>
  <w:style w:type="paragraph" w:customStyle="1" w:styleId="ACD3467C864046D3A21D690C01635557">
    <w:name w:val="ACD3467C864046D3A21D690C01635557"/>
    <w:rsid w:val="0057601C"/>
  </w:style>
  <w:style w:type="paragraph" w:customStyle="1" w:styleId="1B5869E446F7440EAAEC7DFC6C1505D0">
    <w:name w:val="1B5869E446F7440EAAEC7DFC6C1505D0"/>
    <w:rsid w:val="0057601C"/>
  </w:style>
  <w:style w:type="paragraph" w:customStyle="1" w:styleId="DB8E579F665D45A99AD576324A17491A">
    <w:name w:val="DB8E579F665D45A99AD576324A17491A"/>
    <w:rsid w:val="0057601C"/>
  </w:style>
  <w:style w:type="paragraph" w:customStyle="1" w:styleId="908E20B3725B41D5BDF9E4F1D3D66953">
    <w:name w:val="908E20B3725B41D5BDF9E4F1D3D66953"/>
    <w:rsid w:val="0057601C"/>
  </w:style>
  <w:style w:type="paragraph" w:customStyle="1" w:styleId="1057889CEB6D440B9E0A1B6A05D0C7F0">
    <w:name w:val="1057889CEB6D440B9E0A1B6A05D0C7F0"/>
    <w:rsid w:val="0057601C"/>
  </w:style>
  <w:style w:type="paragraph" w:customStyle="1" w:styleId="7E1F2CAA011D4B4E8D50B2EEC7ED519F">
    <w:name w:val="7E1F2CAA011D4B4E8D50B2EEC7ED519F"/>
    <w:rsid w:val="0057601C"/>
  </w:style>
  <w:style w:type="paragraph" w:customStyle="1" w:styleId="4009B06BB23141D1A22B74E1E0F2E6FD">
    <w:name w:val="4009B06BB23141D1A22B74E1E0F2E6FD"/>
    <w:rsid w:val="0057601C"/>
  </w:style>
  <w:style w:type="paragraph" w:customStyle="1" w:styleId="A44D4BCFD69D4EAE9C5B191CD6990021">
    <w:name w:val="A44D4BCFD69D4EAE9C5B191CD6990021"/>
    <w:rsid w:val="0057601C"/>
  </w:style>
  <w:style w:type="paragraph" w:customStyle="1" w:styleId="71ED469D49FE448EBBFEB4DD69647997">
    <w:name w:val="71ED469D49FE448EBBFEB4DD69647997"/>
    <w:rsid w:val="0057601C"/>
  </w:style>
  <w:style w:type="paragraph" w:customStyle="1" w:styleId="31E20D6175DB447A81C3F80DC201922F">
    <w:name w:val="31E20D6175DB447A81C3F80DC201922F"/>
    <w:rsid w:val="0057601C"/>
  </w:style>
  <w:style w:type="paragraph" w:customStyle="1" w:styleId="E2A87BD2DFA4463A97EFB18BD8CCC862">
    <w:name w:val="E2A87BD2DFA4463A97EFB18BD8CCC862"/>
    <w:rsid w:val="0057601C"/>
  </w:style>
  <w:style w:type="paragraph" w:customStyle="1" w:styleId="BC853518B5F34675A947BD1653F08DBA">
    <w:name w:val="BC853518B5F34675A947BD1653F08DBA"/>
    <w:rsid w:val="0057601C"/>
  </w:style>
  <w:style w:type="paragraph" w:customStyle="1" w:styleId="4A219934201245368C1FAE75EDEE8121">
    <w:name w:val="4A219934201245368C1FAE75EDEE8121"/>
    <w:rsid w:val="0057601C"/>
  </w:style>
  <w:style w:type="paragraph" w:customStyle="1" w:styleId="9E35D77467B942088BCA746451754B85">
    <w:name w:val="9E35D77467B942088BCA746451754B85"/>
    <w:rsid w:val="0057601C"/>
  </w:style>
  <w:style w:type="paragraph" w:customStyle="1" w:styleId="E9F1D3BD6EBB4E09B71267B4F5BB1F90">
    <w:name w:val="E9F1D3BD6EBB4E09B71267B4F5BB1F90"/>
    <w:rsid w:val="0057601C"/>
  </w:style>
  <w:style w:type="paragraph" w:customStyle="1" w:styleId="5011C3F0798B4F589ED957E91B455517">
    <w:name w:val="5011C3F0798B4F589ED957E91B455517"/>
    <w:rsid w:val="0057601C"/>
  </w:style>
  <w:style w:type="paragraph" w:customStyle="1" w:styleId="A76937E1020A4DBBBFC0256B6C19534B">
    <w:name w:val="A76937E1020A4DBBBFC0256B6C19534B"/>
    <w:rsid w:val="0057601C"/>
  </w:style>
  <w:style w:type="character" w:styleId="PlaceholderText">
    <w:name w:val="Placeholder Text"/>
    <w:basedOn w:val="DefaultParagraphFont"/>
    <w:uiPriority w:val="99"/>
    <w:semiHidden/>
    <w:rsid w:val="0057601C"/>
    <w:rPr>
      <w:color w:val="808080"/>
    </w:rPr>
  </w:style>
  <w:style w:type="paragraph" w:customStyle="1" w:styleId="E28DB339841648A0AC561833461068CE">
    <w:name w:val="E28DB339841648A0AC561833461068CE"/>
    <w:rsid w:val="0057601C"/>
  </w:style>
  <w:style w:type="paragraph" w:customStyle="1" w:styleId="ABCA4211FEC94EBB951740B142C0C88D">
    <w:name w:val="ABCA4211FEC94EBB951740B142C0C88D"/>
    <w:rsid w:val="0057601C"/>
  </w:style>
  <w:style w:type="paragraph" w:customStyle="1" w:styleId="43B8253DA9EB45B3A82DD4817B5FEA99">
    <w:name w:val="43B8253DA9EB45B3A82DD4817B5FEA99"/>
    <w:rsid w:val="0057601C"/>
  </w:style>
  <w:style w:type="paragraph" w:customStyle="1" w:styleId="8D2D1525DEE044DE88A4F65A533508EC">
    <w:name w:val="8D2D1525DEE044DE88A4F65A533508EC"/>
    <w:rsid w:val="0057601C"/>
  </w:style>
  <w:style w:type="paragraph" w:customStyle="1" w:styleId="604F6578839F46399FB945446C4F8D53">
    <w:name w:val="604F6578839F46399FB945446C4F8D53"/>
    <w:rsid w:val="0057601C"/>
  </w:style>
  <w:style w:type="paragraph" w:customStyle="1" w:styleId="9F678B7203CE4649BEA67D1CD6560BAB">
    <w:name w:val="9F678B7203CE4649BEA67D1CD6560BAB"/>
    <w:rsid w:val="0057601C"/>
  </w:style>
  <w:style w:type="paragraph" w:customStyle="1" w:styleId="Candidatedetails">
    <w:name w:val="Candidate_details"/>
    <w:link w:val="CandidatedetailsChar"/>
    <w:qFormat/>
    <w:rsid w:val="0057601C"/>
    <w:pPr>
      <w:spacing w:after="0" w:line="240" w:lineRule="auto"/>
      <w:jc w:val="right"/>
    </w:pPr>
    <w:rPr>
      <w:rFonts w:eastAsiaTheme="minorHAnsi"/>
      <w:b/>
      <w:color w:val="403152" w:themeColor="accent4" w:themeShade="80"/>
    </w:rPr>
  </w:style>
  <w:style w:type="character" w:customStyle="1" w:styleId="CandidatedetailsChar">
    <w:name w:val="Candidate_details Char"/>
    <w:basedOn w:val="DefaultParagraphFont"/>
    <w:link w:val="Candidatedetails"/>
    <w:rsid w:val="0057601C"/>
    <w:rPr>
      <w:rFonts w:eastAsiaTheme="minorHAnsi"/>
      <w:b/>
      <w:color w:val="403152" w:themeColor="accent4" w:themeShade="80"/>
    </w:rPr>
  </w:style>
  <w:style w:type="paragraph" w:customStyle="1" w:styleId="F7E88CBC268A4C9595FA415FB6A4A0A2">
    <w:name w:val="F7E88CBC268A4C9595FA415FB6A4A0A2"/>
    <w:rsid w:val="0057601C"/>
  </w:style>
  <w:style w:type="paragraph" w:customStyle="1" w:styleId="E82BEC66D188486A86D292CC91926751">
    <w:name w:val="E82BEC66D188486A86D292CC91926751"/>
    <w:rsid w:val="0057601C"/>
  </w:style>
  <w:style w:type="paragraph" w:customStyle="1" w:styleId="61C4E762BAAC478EB2E1F0BF27C6758B">
    <w:name w:val="61C4E762BAAC478EB2E1F0BF27C6758B"/>
    <w:rsid w:val="0057601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0" ma:contentTypeDescription="Create a new document." ma:contentTypeScope="" ma:versionID="b6358c8e9ccf10d22debe3a56dce56ac"/>
</file>

<file path=customXml/itemProps1.xml><?xml version="1.0" encoding="utf-8"?>
<ds:datastoreItem xmlns:ds="http://schemas.openxmlformats.org/officeDocument/2006/customXml" ds:itemID="{7EC72119-76D7-4526-AB7D-5C42C2B004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7D01DC-252A-468C-90E9-612116D080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6AAAEA-35C1-42AF-B6B0-2CA5AF8140F2}">
  <ds:schemaRefs>
    <ds:schemaRef ds:uri="http://schemas.microsoft.com/office/2006/metadata/contentType"/>
    <ds:schemaRef ds:uri="http://schemas.microsoft.com/office/2006/metadata/properties/metaAttribut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Resume_EntryLevel</Template>
  <TotalTime>5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MURINGAYIL</cp:lastModifiedBy>
  <cp:revision>9</cp:revision>
  <dcterms:created xsi:type="dcterms:W3CDTF">2011-11-05T13:46:00Z</dcterms:created>
  <dcterms:modified xsi:type="dcterms:W3CDTF">2012-11-07T07:27:00Z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TC103780279990</vt:lpwstr>
  </property>
</Properties>
</file>